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019" w:rsidRDefault="00277019" w:rsidP="00277019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277019" w:rsidRDefault="00277019" w:rsidP="00277019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277019" w:rsidRDefault="00277019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277019" w:rsidRDefault="00277019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2F420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F420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F420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F420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F4204">
        <w:rPr>
          <w:rFonts w:ascii="Corbel" w:hAnsi="Corbel"/>
          <w:b/>
          <w:smallCaps/>
          <w:sz w:val="24"/>
          <w:szCs w:val="24"/>
        </w:rPr>
        <w:t xml:space="preserve"> </w:t>
      </w:r>
      <w:r w:rsidR="0057279C" w:rsidRPr="002F4204">
        <w:rPr>
          <w:rFonts w:ascii="Corbel" w:hAnsi="Corbel"/>
          <w:b/>
          <w:smallCaps/>
          <w:sz w:val="24"/>
          <w:szCs w:val="24"/>
        </w:rPr>
        <w:t>202</w:t>
      </w:r>
      <w:r w:rsidR="008D1A23">
        <w:rPr>
          <w:rFonts w:ascii="Corbel" w:hAnsi="Corbel"/>
          <w:b/>
          <w:smallCaps/>
          <w:sz w:val="24"/>
          <w:szCs w:val="24"/>
        </w:rPr>
        <w:t>5</w:t>
      </w:r>
      <w:r w:rsidR="0057279C" w:rsidRPr="002F4204">
        <w:rPr>
          <w:rFonts w:ascii="Corbel" w:hAnsi="Corbel"/>
          <w:b/>
          <w:smallCaps/>
          <w:sz w:val="24"/>
          <w:szCs w:val="24"/>
        </w:rPr>
        <w:t xml:space="preserve"> – </w:t>
      </w:r>
      <w:r w:rsidR="008D1A23">
        <w:rPr>
          <w:rFonts w:ascii="Corbel" w:hAnsi="Corbel"/>
          <w:b/>
          <w:smallCaps/>
          <w:sz w:val="24"/>
          <w:szCs w:val="24"/>
        </w:rPr>
        <w:t>2030</w:t>
      </w:r>
    </w:p>
    <w:p w:rsidR="00445970" w:rsidRPr="002F420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F4204">
        <w:rPr>
          <w:rFonts w:ascii="Corbel" w:hAnsi="Corbel"/>
          <w:sz w:val="24"/>
          <w:szCs w:val="24"/>
        </w:rPr>
        <w:tab/>
      </w:r>
      <w:r w:rsidRPr="002F4204">
        <w:rPr>
          <w:rFonts w:ascii="Corbel" w:hAnsi="Corbel"/>
          <w:sz w:val="24"/>
          <w:szCs w:val="24"/>
        </w:rPr>
        <w:tab/>
      </w:r>
      <w:r w:rsidRPr="002F4204">
        <w:rPr>
          <w:rFonts w:ascii="Corbel" w:hAnsi="Corbel"/>
          <w:sz w:val="24"/>
          <w:szCs w:val="24"/>
        </w:rPr>
        <w:tab/>
      </w:r>
      <w:r w:rsidRPr="002F4204">
        <w:rPr>
          <w:rFonts w:ascii="Corbel" w:hAnsi="Corbel"/>
          <w:sz w:val="24"/>
          <w:szCs w:val="24"/>
        </w:rPr>
        <w:tab/>
        <w:t xml:space="preserve">Rok akademicki   </w:t>
      </w:r>
      <w:r w:rsidR="003F3149" w:rsidRPr="002F4204">
        <w:rPr>
          <w:rFonts w:ascii="Corbel" w:hAnsi="Corbel"/>
          <w:sz w:val="24"/>
          <w:szCs w:val="24"/>
        </w:rPr>
        <w:t>202</w:t>
      </w:r>
      <w:r w:rsidR="008D1A23">
        <w:rPr>
          <w:rFonts w:ascii="Corbel" w:hAnsi="Corbel"/>
          <w:sz w:val="24"/>
          <w:szCs w:val="24"/>
        </w:rPr>
        <w:t>6</w:t>
      </w:r>
      <w:r w:rsidR="003F3149" w:rsidRPr="002F4204">
        <w:rPr>
          <w:rFonts w:ascii="Corbel" w:hAnsi="Corbel"/>
          <w:sz w:val="24"/>
          <w:szCs w:val="24"/>
        </w:rPr>
        <w:t>/202</w:t>
      </w:r>
      <w:r w:rsidR="008D1A23">
        <w:rPr>
          <w:rFonts w:ascii="Corbel" w:hAnsi="Corbel"/>
          <w:sz w:val="24"/>
          <w:szCs w:val="24"/>
        </w:rPr>
        <w:t>7</w:t>
      </w:r>
    </w:p>
    <w:p w:rsidR="0085747A" w:rsidRPr="002F420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F420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F4204">
        <w:rPr>
          <w:rFonts w:ascii="Corbel" w:hAnsi="Corbel"/>
          <w:szCs w:val="24"/>
        </w:rPr>
        <w:t xml:space="preserve">1. </w:t>
      </w:r>
      <w:r w:rsidR="0085747A" w:rsidRPr="002F4204">
        <w:rPr>
          <w:rFonts w:ascii="Corbel" w:hAnsi="Corbel"/>
          <w:szCs w:val="24"/>
        </w:rPr>
        <w:t xml:space="preserve">Podstawowe </w:t>
      </w:r>
      <w:r w:rsidR="00445970" w:rsidRPr="002F420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2F4204" w:rsidTr="00FC4E1B">
        <w:tc>
          <w:tcPr>
            <w:tcW w:w="2694" w:type="dxa"/>
            <w:vAlign w:val="center"/>
          </w:tcPr>
          <w:p w:rsidR="0085747A" w:rsidRPr="002F420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F4204" w:rsidRDefault="008D1A23" w:rsidP="00985C85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57279C" w:rsidRPr="002F4204">
              <w:rPr>
                <w:rFonts w:ascii="Corbel" w:hAnsi="Corbel"/>
                <w:sz w:val="24"/>
                <w:szCs w:val="24"/>
              </w:rPr>
              <w:t>ydaktyka osób ze spektrum autyzmu</w:t>
            </w:r>
          </w:p>
        </w:tc>
      </w:tr>
      <w:tr w:rsidR="0085747A" w:rsidRPr="002F4204" w:rsidTr="00FC4E1B">
        <w:tc>
          <w:tcPr>
            <w:tcW w:w="2694" w:type="dxa"/>
            <w:vAlign w:val="center"/>
          </w:tcPr>
          <w:p w:rsidR="0085747A" w:rsidRPr="002F420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F420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F4204" w:rsidRDefault="00572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2F4204" w:rsidTr="00FC4E1B">
        <w:tc>
          <w:tcPr>
            <w:tcW w:w="2694" w:type="dxa"/>
            <w:vAlign w:val="center"/>
          </w:tcPr>
          <w:p w:rsidR="0085747A" w:rsidRPr="002F4204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N</w:t>
            </w:r>
            <w:r w:rsidR="0085747A" w:rsidRPr="002F420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F420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F4204" w:rsidRDefault="002926D4" w:rsidP="005727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2F4204" w:rsidTr="00FC4E1B">
        <w:tc>
          <w:tcPr>
            <w:tcW w:w="2694" w:type="dxa"/>
            <w:vAlign w:val="center"/>
          </w:tcPr>
          <w:p w:rsidR="0085747A" w:rsidRPr="002F420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F4204" w:rsidRDefault="0057279C" w:rsidP="005727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2F4204" w:rsidTr="00FC4E1B">
        <w:tc>
          <w:tcPr>
            <w:tcW w:w="2694" w:type="dxa"/>
            <w:vAlign w:val="center"/>
          </w:tcPr>
          <w:p w:rsidR="0085747A" w:rsidRPr="002F420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F4204" w:rsidRDefault="00572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2F4204" w:rsidTr="00FC4E1B">
        <w:tc>
          <w:tcPr>
            <w:tcW w:w="2694" w:type="dxa"/>
            <w:vAlign w:val="center"/>
          </w:tcPr>
          <w:p w:rsidR="0085747A" w:rsidRPr="002F420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F4204" w:rsidRDefault="00572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B853B6" w:rsidRPr="002F4204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 w:rsidRPr="002F4204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B853B6" w:rsidRPr="002F4204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2F4204" w:rsidTr="00FC4E1B">
        <w:tc>
          <w:tcPr>
            <w:tcW w:w="2694" w:type="dxa"/>
            <w:vAlign w:val="center"/>
          </w:tcPr>
          <w:p w:rsidR="0085747A" w:rsidRPr="002F420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F4204" w:rsidRDefault="00FC4E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A265C" w:rsidRPr="002F4204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2F4204" w:rsidTr="00FC4E1B">
        <w:tc>
          <w:tcPr>
            <w:tcW w:w="2694" w:type="dxa"/>
            <w:vAlign w:val="center"/>
          </w:tcPr>
          <w:p w:rsidR="0085747A" w:rsidRPr="002F420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F4204" w:rsidRDefault="008D1A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2F4204" w:rsidTr="00FC4E1B">
        <w:tc>
          <w:tcPr>
            <w:tcW w:w="2694" w:type="dxa"/>
            <w:vAlign w:val="center"/>
          </w:tcPr>
          <w:p w:rsidR="0085747A" w:rsidRPr="002F420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F4204">
              <w:rPr>
                <w:rFonts w:ascii="Corbel" w:hAnsi="Corbel"/>
                <w:sz w:val="24"/>
                <w:szCs w:val="24"/>
              </w:rPr>
              <w:t>/y</w:t>
            </w:r>
            <w:r w:rsidRPr="002F420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F4204" w:rsidRDefault="003F3149" w:rsidP="005727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r w:rsidR="0057279C" w:rsidRPr="002F4204">
              <w:rPr>
                <w:rFonts w:ascii="Corbel" w:hAnsi="Corbel"/>
                <w:b w:val="0"/>
                <w:sz w:val="24"/>
                <w:szCs w:val="24"/>
              </w:rPr>
              <w:t>4 semestr</w:t>
            </w:r>
          </w:p>
        </w:tc>
      </w:tr>
      <w:tr w:rsidR="00FC4E1B" w:rsidRPr="002F4204" w:rsidTr="00FC4E1B">
        <w:tc>
          <w:tcPr>
            <w:tcW w:w="2694" w:type="dxa"/>
            <w:vAlign w:val="center"/>
          </w:tcPr>
          <w:p w:rsidR="00FC4E1B" w:rsidRPr="002F4204" w:rsidRDefault="00FC4E1B" w:rsidP="00FC4E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985C85" w:rsidRPr="002F4204" w:rsidRDefault="00E05A8D" w:rsidP="00571F2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 xml:space="preserve">E. Przygotowanie w poszczególnych zakresach pedagogiki specjalnej, E.A. Edukacja i terapia osób z zaburzeniami ze spektrum autyzmu, E.2. Przygotowanie dydaktyczno </w:t>
            </w:r>
            <w:r w:rsidR="00985C85" w:rsidRPr="002F4204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2F4204">
              <w:rPr>
                <w:rFonts w:ascii="Corbel" w:hAnsi="Corbel"/>
                <w:b w:val="0"/>
                <w:sz w:val="24"/>
                <w:szCs w:val="24"/>
              </w:rPr>
              <w:t xml:space="preserve"> metodyczne</w:t>
            </w:r>
            <w:r w:rsidR="00571F2A" w:rsidRPr="002F4204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985C85" w:rsidRPr="002F4204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FC4E1B" w:rsidRPr="002F4204" w:rsidTr="00FC4E1B">
        <w:tc>
          <w:tcPr>
            <w:tcW w:w="2694" w:type="dxa"/>
            <w:vAlign w:val="center"/>
          </w:tcPr>
          <w:p w:rsidR="00FC4E1B" w:rsidRPr="002F4204" w:rsidRDefault="00FC4E1B" w:rsidP="00FC4E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C4E1B" w:rsidRPr="002F4204" w:rsidRDefault="00B75E73" w:rsidP="00FC4E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C4E1B" w:rsidRPr="002F420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FC4E1B" w:rsidRPr="002F4204" w:rsidTr="00FC4E1B">
        <w:tc>
          <w:tcPr>
            <w:tcW w:w="2694" w:type="dxa"/>
            <w:vAlign w:val="center"/>
          </w:tcPr>
          <w:p w:rsidR="00FC4E1B" w:rsidRPr="002F4204" w:rsidRDefault="00FC4E1B" w:rsidP="00FC4E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C4E1B" w:rsidRPr="002F4204" w:rsidRDefault="00FC4E1B" w:rsidP="00FC4E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 xml:space="preserve">Dr Agnieszka </w:t>
            </w:r>
            <w:proofErr w:type="spellStart"/>
            <w:r w:rsidRPr="002F4204">
              <w:rPr>
                <w:rFonts w:ascii="Corbel" w:hAnsi="Corbel"/>
                <w:b w:val="0"/>
                <w:sz w:val="24"/>
                <w:szCs w:val="24"/>
              </w:rPr>
              <w:t>Łaba-Hornecka</w:t>
            </w:r>
            <w:proofErr w:type="spellEnd"/>
            <w:r w:rsidR="00E05A8D" w:rsidRPr="002F4204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="00E05A8D" w:rsidRPr="002F4204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FC4E1B" w:rsidRPr="002F4204" w:rsidTr="00FC4E1B">
        <w:tc>
          <w:tcPr>
            <w:tcW w:w="2694" w:type="dxa"/>
            <w:vAlign w:val="center"/>
          </w:tcPr>
          <w:p w:rsidR="00FC4E1B" w:rsidRPr="002F4204" w:rsidRDefault="00FC4E1B" w:rsidP="00FC4E1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C4E1B" w:rsidRPr="002F4204" w:rsidRDefault="00E05A8D" w:rsidP="00FC4E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 xml:space="preserve">Dr Agnieszka Łaba – </w:t>
            </w:r>
            <w:proofErr w:type="spellStart"/>
            <w:r w:rsidRPr="002F4204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</w:tbl>
    <w:p w:rsidR="0085747A" w:rsidRPr="002F4204" w:rsidRDefault="0085747A" w:rsidP="00E05A8D">
      <w:pPr>
        <w:pStyle w:val="Podpunkty"/>
        <w:ind w:left="0"/>
        <w:rPr>
          <w:rFonts w:ascii="Corbel" w:hAnsi="Corbel"/>
          <w:sz w:val="24"/>
          <w:szCs w:val="24"/>
        </w:rPr>
      </w:pPr>
      <w:r w:rsidRPr="002F4204">
        <w:rPr>
          <w:rFonts w:ascii="Corbel" w:hAnsi="Corbel"/>
          <w:sz w:val="24"/>
          <w:szCs w:val="24"/>
        </w:rPr>
        <w:t xml:space="preserve">* </w:t>
      </w:r>
      <w:r w:rsidRPr="002F4204">
        <w:rPr>
          <w:rFonts w:ascii="Corbel" w:hAnsi="Corbel"/>
          <w:i/>
          <w:sz w:val="24"/>
          <w:szCs w:val="24"/>
        </w:rPr>
        <w:t>-</w:t>
      </w:r>
      <w:r w:rsidR="00B90885" w:rsidRPr="002F420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F4204">
        <w:rPr>
          <w:rFonts w:ascii="Corbel" w:hAnsi="Corbel"/>
          <w:b w:val="0"/>
          <w:sz w:val="24"/>
          <w:szCs w:val="24"/>
        </w:rPr>
        <w:t>e,</w:t>
      </w:r>
      <w:r w:rsidRPr="002F4204">
        <w:rPr>
          <w:rFonts w:ascii="Corbel" w:hAnsi="Corbel"/>
          <w:i/>
          <w:sz w:val="24"/>
          <w:szCs w:val="24"/>
        </w:rPr>
        <w:t xml:space="preserve"> </w:t>
      </w:r>
      <w:r w:rsidRPr="002F420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F420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F420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F420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F4204">
        <w:rPr>
          <w:rFonts w:ascii="Corbel" w:hAnsi="Corbel"/>
          <w:sz w:val="24"/>
          <w:szCs w:val="24"/>
        </w:rPr>
        <w:t>1.</w:t>
      </w:r>
      <w:r w:rsidR="00E22FBC" w:rsidRPr="002F4204">
        <w:rPr>
          <w:rFonts w:ascii="Corbel" w:hAnsi="Corbel"/>
          <w:sz w:val="24"/>
          <w:szCs w:val="24"/>
        </w:rPr>
        <w:t>1</w:t>
      </w:r>
      <w:r w:rsidRPr="002F420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F420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015B8F" w:rsidRPr="002F4204" w:rsidTr="00E05A8D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4204">
              <w:rPr>
                <w:rFonts w:ascii="Corbel" w:hAnsi="Corbel"/>
                <w:szCs w:val="24"/>
              </w:rPr>
              <w:t>Semestr</w:t>
            </w:r>
          </w:p>
          <w:p w:rsidR="00015B8F" w:rsidRPr="002F420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4204">
              <w:rPr>
                <w:rFonts w:ascii="Corbel" w:hAnsi="Corbel"/>
                <w:szCs w:val="24"/>
              </w:rPr>
              <w:t>(</w:t>
            </w:r>
            <w:r w:rsidR="00363F78" w:rsidRPr="002F420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4204">
              <w:rPr>
                <w:rFonts w:ascii="Corbel" w:hAnsi="Corbel"/>
                <w:szCs w:val="24"/>
              </w:rPr>
              <w:t>Wykł</w:t>
            </w:r>
            <w:proofErr w:type="spellEnd"/>
            <w:r w:rsidRPr="002F42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420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4204">
              <w:rPr>
                <w:rFonts w:ascii="Corbel" w:hAnsi="Corbel"/>
                <w:szCs w:val="24"/>
              </w:rPr>
              <w:t>Konw</w:t>
            </w:r>
            <w:proofErr w:type="spellEnd"/>
            <w:r w:rsidRPr="002F42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420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4204">
              <w:rPr>
                <w:rFonts w:ascii="Corbel" w:hAnsi="Corbel"/>
                <w:szCs w:val="24"/>
              </w:rPr>
              <w:t>Sem</w:t>
            </w:r>
            <w:proofErr w:type="spellEnd"/>
            <w:r w:rsidRPr="002F42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420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F4204">
              <w:rPr>
                <w:rFonts w:ascii="Corbel" w:hAnsi="Corbel"/>
                <w:szCs w:val="24"/>
              </w:rPr>
              <w:t>Prakt</w:t>
            </w:r>
            <w:proofErr w:type="spellEnd"/>
            <w:r w:rsidRPr="002F42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420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F42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F4204">
              <w:rPr>
                <w:rFonts w:ascii="Corbel" w:hAnsi="Corbel"/>
                <w:b/>
                <w:szCs w:val="24"/>
              </w:rPr>
              <w:t>Liczba pkt</w:t>
            </w:r>
            <w:r w:rsidR="00B90885" w:rsidRPr="002F4204">
              <w:rPr>
                <w:rFonts w:ascii="Corbel" w:hAnsi="Corbel"/>
                <w:b/>
                <w:szCs w:val="24"/>
              </w:rPr>
              <w:t>.</w:t>
            </w:r>
            <w:r w:rsidRPr="002F420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05A8D" w:rsidRPr="002F4204" w:rsidTr="00E05A8D"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A8D" w:rsidRPr="002F4204" w:rsidRDefault="00E05A8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F4204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8D" w:rsidRPr="002F4204" w:rsidRDefault="00C6674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8D" w:rsidRPr="002F4204" w:rsidRDefault="00E05A8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8D" w:rsidRPr="002F4204" w:rsidRDefault="00E05A8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8D" w:rsidRPr="002F4204" w:rsidRDefault="00E05A8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8D" w:rsidRPr="002F4204" w:rsidRDefault="00E05A8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8D" w:rsidRPr="002F4204" w:rsidRDefault="00E05A8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8D" w:rsidRPr="002F4204" w:rsidRDefault="00E05A8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8D" w:rsidRPr="002F4204" w:rsidRDefault="00E05A8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A8D" w:rsidRPr="002F4204" w:rsidRDefault="00E05A8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F4204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:rsidR="00923D7D" w:rsidRPr="002F420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F420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F420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F4204">
        <w:rPr>
          <w:rFonts w:ascii="Corbel" w:hAnsi="Corbel"/>
          <w:smallCaps w:val="0"/>
          <w:szCs w:val="24"/>
        </w:rPr>
        <w:t>1.</w:t>
      </w:r>
      <w:r w:rsidR="00E22FBC" w:rsidRPr="002F4204">
        <w:rPr>
          <w:rFonts w:ascii="Corbel" w:hAnsi="Corbel"/>
          <w:smallCaps w:val="0"/>
          <w:szCs w:val="24"/>
        </w:rPr>
        <w:t>2</w:t>
      </w:r>
      <w:r w:rsidR="00F83B28" w:rsidRPr="002F4204">
        <w:rPr>
          <w:rFonts w:ascii="Corbel" w:hAnsi="Corbel"/>
          <w:smallCaps w:val="0"/>
          <w:szCs w:val="24"/>
        </w:rPr>
        <w:t>.</w:t>
      </w:r>
      <w:r w:rsidR="00F83B28" w:rsidRPr="002F4204">
        <w:rPr>
          <w:rFonts w:ascii="Corbel" w:hAnsi="Corbel"/>
          <w:smallCaps w:val="0"/>
          <w:szCs w:val="24"/>
        </w:rPr>
        <w:tab/>
      </w:r>
      <w:r w:rsidRPr="002F4204">
        <w:rPr>
          <w:rFonts w:ascii="Corbel" w:hAnsi="Corbel"/>
          <w:smallCaps w:val="0"/>
          <w:szCs w:val="24"/>
        </w:rPr>
        <w:t xml:space="preserve">Sposób realizacji zajęć  </w:t>
      </w:r>
    </w:p>
    <w:p w:rsidR="00E05A8D" w:rsidRPr="002F4204" w:rsidRDefault="00E05A8D" w:rsidP="00E05A8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F4204">
        <w:rPr>
          <w:rFonts w:ascii="Corbel" w:eastAsia="MS Gothic" w:hAnsi="Corbel"/>
          <w:b w:val="0"/>
          <w:szCs w:val="24"/>
        </w:rPr>
        <w:sym w:font="Wingdings" w:char="F078"/>
      </w:r>
      <w:r w:rsidRPr="002F4204">
        <w:rPr>
          <w:rFonts w:ascii="Corbel" w:eastAsia="MS Gothic" w:hAnsi="Corbel"/>
          <w:b w:val="0"/>
          <w:szCs w:val="24"/>
        </w:rPr>
        <w:t xml:space="preserve"> </w:t>
      </w:r>
      <w:r w:rsidRPr="002F4204">
        <w:rPr>
          <w:rFonts w:ascii="Corbel" w:hAnsi="Corbel"/>
          <w:b w:val="0"/>
          <w:smallCaps w:val="0"/>
          <w:szCs w:val="24"/>
        </w:rPr>
        <w:t>zajęcia w formie tradycyjnej</w:t>
      </w:r>
    </w:p>
    <w:p w:rsidR="00E05A8D" w:rsidRPr="002F4204" w:rsidRDefault="00E05A8D" w:rsidP="00E05A8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F4204">
        <w:rPr>
          <w:rFonts w:ascii="MS Gothic" w:eastAsia="MS Gothic" w:hAnsi="MS Gothic" w:cs="MS Gothic" w:hint="eastAsia"/>
          <w:b w:val="0"/>
          <w:szCs w:val="24"/>
        </w:rPr>
        <w:t>☐</w:t>
      </w:r>
      <w:r w:rsidRPr="002F42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F420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C78D1" w:rsidRPr="002F420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F4204">
        <w:rPr>
          <w:rFonts w:ascii="Corbel" w:hAnsi="Corbel"/>
          <w:smallCaps w:val="0"/>
          <w:szCs w:val="24"/>
        </w:rPr>
        <w:t xml:space="preserve">1.3 </w:t>
      </w:r>
      <w:r w:rsidR="00F83B28" w:rsidRPr="002F4204">
        <w:rPr>
          <w:rFonts w:ascii="Corbel" w:hAnsi="Corbel"/>
          <w:smallCaps w:val="0"/>
          <w:szCs w:val="24"/>
        </w:rPr>
        <w:tab/>
      </w:r>
      <w:r w:rsidRPr="002F4204">
        <w:rPr>
          <w:rFonts w:ascii="Corbel" w:hAnsi="Corbel"/>
          <w:smallCaps w:val="0"/>
          <w:szCs w:val="24"/>
        </w:rPr>
        <w:t>For</w:t>
      </w:r>
      <w:r w:rsidR="00445970" w:rsidRPr="002F4204">
        <w:rPr>
          <w:rFonts w:ascii="Corbel" w:hAnsi="Corbel"/>
          <w:smallCaps w:val="0"/>
          <w:szCs w:val="24"/>
        </w:rPr>
        <w:t xml:space="preserve">ma zaliczenia przedmiotu </w:t>
      </w:r>
      <w:r w:rsidRPr="002F4204">
        <w:rPr>
          <w:rFonts w:ascii="Corbel" w:hAnsi="Corbel"/>
          <w:smallCaps w:val="0"/>
          <w:szCs w:val="24"/>
        </w:rPr>
        <w:t xml:space="preserve"> (z toku)</w:t>
      </w:r>
      <w:r w:rsidRPr="002F4204">
        <w:rPr>
          <w:rFonts w:ascii="Corbel" w:hAnsi="Corbel"/>
          <w:b w:val="0"/>
          <w:smallCaps w:val="0"/>
          <w:szCs w:val="24"/>
        </w:rPr>
        <w:t xml:space="preserve"> </w:t>
      </w:r>
    </w:p>
    <w:p w:rsidR="00E22FBC" w:rsidRPr="002F4204" w:rsidRDefault="00FC78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F4204">
        <w:rPr>
          <w:rFonts w:ascii="Corbel" w:hAnsi="Corbel"/>
          <w:smallCaps w:val="0"/>
          <w:szCs w:val="24"/>
        </w:rPr>
        <w:tab/>
      </w:r>
      <w:r w:rsidRPr="002F4204">
        <w:rPr>
          <w:rFonts w:ascii="Corbel" w:hAnsi="Corbel"/>
          <w:b w:val="0"/>
          <w:smallCaps w:val="0"/>
          <w:szCs w:val="24"/>
        </w:rPr>
        <w:t>zaliczenie bez oceny</w:t>
      </w:r>
    </w:p>
    <w:p w:rsidR="00E960BB" w:rsidRPr="002F420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2F420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F420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2F4204" w:rsidTr="00745302">
        <w:tc>
          <w:tcPr>
            <w:tcW w:w="9670" w:type="dxa"/>
          </w:tcPr>
          <w:p w:rsidR="0085747A" w:rsidRPr="002F4204" w:rsidRDefault="009659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 pedagogiki ogólnej, psychologii rozwojowej i z historii </w:t>
            </w:r>
            <w:r w:rsidRPr="002F4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pedagogiki specjalnej.</w:t>
            </w:r>
          </w:p>
        </w:tc>
      </w:tr>
    </w:tbl>
    <w:p w:rsidR="00153C41" w:rsidRPr="002F420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F420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F4204">
        <w:rPr>
          <w:rFonts w:ascii="Corbel" w:hAnsi="Corbel"/>
          <w:szCs w:val="24"/>
        </w:rPr>
        <w:t>3.</w:t>
      </w:r>
      <w:r w:rsidR="0085747A" w:rsidRPr="002F4204">
        <w:rPr>
          <w:rFonts w:ascii="Corbel" w:hAnsi="Corbel"/>
          <w:szCs w:val="24"/>
        </w:rPr>
        <w:t xml:space="preserve"> </w:t>
      </w:r>
      <w:r w:rsidR="00A84C85" w:rsidRPr="002F4204">
        <w:rPr>
          <w:rFonts w:ascii="Corbel" w:hAnsi="Corbel"/>
          <w:szCs w:val="24"/>
        </w:rPr>
        <w:t>cele, efekty uczenia się</w:t>
      </w:r>
      <w:r w:rsidR="0085747A" w:rsidRPr="002F420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F420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F420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F4204">
        <w:rPr>
          <w:rFonts w:ascii="Corbel" w:hAnsi="Corbel"/>
          <w:sz w:val="24"/>
          <w:szCs w:val="24"/>
        </w:rPr>
        <w:t xml:space="preserve">3.1 </w:t>
      </w:r>
      <w:r w:rsidR="00C05F44" w:rsidRPr="002F4204">
        <w:rPr>
          <w:rFonts w:ascii="Corbel" w:hAnsi="Corbel"/>
          <w:sz w:val="24"/>
          <w:szCs w:val="24"/>
        </w:rPr>
        <w:t>Cele przedmiotu</w:t>
      </w:r>
    </w:p>
    <w:p w:rsidR="00F83B28" w:rsidRPr="002F420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7854E3" w:rsidRPr="002F4204" w:rsidTr="007854E3">
        <w:tc>
          <w:tcPr>
            <w:tcW w:w="845" w:type="dxa"/>
            <w:vAlign w:val="center"/>
          </w:tcPr>
          <w:p w:rsidR="007854E3" w:rsidRPr="002F4204" w:rsidRDefault="007854E3" w:rsidP="007854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7854E3" w:rsidRPr="002F4204" w:rsidRDefault="007854E3" w:rsidP="007854E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założeniami dydaktyki osób z zaburzeniami ze spektrum autyzmu organizowanej w polskim systemie edukacji w kontekście prawnych i ekonomicznych uwarunkowań instytucji kształcących.  </w:t>
            </w:r>
          </w:p>
        </w:tc>
      </w:tr>
      <w:tr w:rsidR="007854E3" w:rsidRPr="002F4204" w:rsidTr="007854E3">
        <w:tc>
          <w:tcPr>
            <w:tcW w:w="845" w:type="dxa"/>
            <w:vAlign w:val="center"/>
          </w:tcPr>
          <w:p w:rsidR="007854E3" w:rsidRPr="002F4204" w:rsidRDefault="007854E3" w:rsidP="007854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vertAlign w:val="subscript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C</w:t>
            </w:r>
            <w:r w:rsidRPr="002F4204"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675" w:type="dxa"/>
            <w:vAlign w:val="center"/>
          </w:tcPr>
          <w:p w:rsidR="007854E3" w:rsidRPr="002F4204" w:rsidRDefault="007854E3" w:rsidP="007854E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metodami i technikami organizowania zajęć dydaktycznych z uwzględnieniem indywidualnych potrzeb uczniów z autyzmem i zasad etyki pedagogicznej.</w:t>
            </w:r>
          </w:p>
        </w:tc>
      </w:tr>
      <w:tr w:rsidR="007854E3" w:rsidRPr="002F4204" w:rsidTr="007854E3">
        <w:tc>
          <w:tcPr>
            <w:tcW w:w="845" w:type="dxa"/>
            <w:vAlign w:val="center"/>
          </w:tcPr>
          <w:p w:rsidR="007854E3" w:rsidRPr="002F4204" w:rsidRDefault="007854E3" w:rsidP="007854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7854E3" w:rsidRPr="002F4204" w:rsidRDefault="007854E3" w:rsidP="007854E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F4204">
              <w:rPr>
                <w:rFonts w:ascii="Corbel" w:hAnsi="Corbel"/>
                <w:b w:val="0"/>
                <w:bCs/>
                <w:sz w:val="24"/>
                <w:szCs w:val="24"/>
              </w:rPr>
              <w:t>Doskonalenie kompetencji pedagogicznych słuchaczy w zakresie organizacji zajęć dydaktycznych</w:t>
            </w:r>
            <w:r w:rsidR="00933E81" w:rsidRPr="002F4204">
              <w:rPr>
                <w:rFonts w:ascii="Corbel" w:hAnsi="Corbel"/>
                <w:b w:val="0"/>
                <w:bCs/>
                <w:sz w:val="24"/>
                <w:szCs w:val="24"/>
              </w:rPr>
              <w:t>, wychowawczych i terapeutycznych</w:t>
            </w:r>
            <w:r w:rsidRPr="002F42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przeznaczonych dla uczniów </w:t>
            </w:r>
            <w:r w:rsidR="00231CBC" w:rsidRPr="002F4204"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2F4204">
              <w:rPr>
                <w:rFonts w:ascii="Corbel" w:hAnsi="Corbel"/>
                <w:b w:val="0"/>
                <w:bCs/>
                <w:sz w:val="24"/>
                <w:szCs w:val="24"/>
              </w:rPr>
              <w:t>z autyzmem.</w:t>
            </w:r>
          </w:p>
        </w:tc>
      </w:tr>
    </w:tbl>
    <w:p w:rsidR="0085747A" w:rsidRPr="002F42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F420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F4204">
        <w:rPr>
          <w:rFonts w:ascii="Corbel" w:hAnsi="Corbel"/>
          <w:b/>
          <w:sz w:val="24"/>
          <w:szCs w:val="24"/>
        </w:rPr>
        <w:t xml:space="preserve">3.2 </w:t>
      </w:r>
      <w:r w:rsidR="001D7B54" w:rsidRPr="002F4204">
        <w:rPr>
          <w:rFonts w:ascii="Corbel" w:hAnsi="Corbel"/>
          <w:b/>
          <w:sz w:val="24"/>
          <w:szCs w:val="24"/>
        </w:rPr>
        <w:t xml:space="preserve">Efekty </w:t>
      </w:r>
      <w:r w:rsidR="00C05F44" w:rsidRPr="002F420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F4204">
        <w:rPr>
          <w:rFonts w:ascii="Corbel" w:hAnsi="Corbel"/>
          <w:b/>
          <w:sz w:val="24"/>
          <w:szCs w:val="24"/>
        </w:rPr>
        <w:t>dla przedmiotu</w:t>
      </w:r>
      <w:r w:rsidR="00445970" w:rsidRPr="002F4204">
        <w:rPr>
          <w:rFonts w:ascii="Corbel" w:hAnsi="Corbel"/>
          <w:sz w:val="24"/>
          <w:szCs w:val="24"/>
        </w:rPr>
        <w:t xml:space="preserve"> </w:t>
      </w:r>
    </w:p>
    <w:p w:rsidR="001D7B54" w:rsidRPr="002F420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5"/>
        <w:gridCol w:w="6350"/>
        <w:gridCol w:w="1865"/>
      </w:tblGrid>
      <w:tr w:rsidR="0085747A" w:rsidRPr="002F4204" w:rsidTr="00A76B3B">
        <w:tc>
          <w:tcPr>
            <w:tcW w:w="1305" w:type="dxa"/>
            <w:vAlign w:val="center"/>
          </w:tcPr>
          <w:p w:rsidR="0085747A" w:rsidRPr="002F420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F420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F420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50" w:type="dxa"/>
            <w:vAlign w:val="center"/>
          </w:tcPr>
          <w:p w:rsidR="0085747A" w:rsidRPr="002F420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2F420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F420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11B9" w:rsidRPr="002F4204" w:rsidTr="00471893">
        <w:tc>
          <w:tcPr>
            <w:tcW w:w="1305" w:type="dxa"/>
          </w:tcPr>
          <w:p w:rsidR="00C911B9" w:rsidRPr="002F4204" w:rsidRDefault="00C911B9" w:rsidP="00C911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EK</w:t>
            </w:r>
            <w:r w:rsidRPr="002F4204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350" w:type="dxa"/>
          </w:tcPr>
          <w:p w:rsidR="00A76B3B" w:rsidRPr="002F4204" w:rsidRDefault="00C911B9" w:rsidP="00471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Cs/>
                <w:sz w:val="24"/>
                <w:szCs w:val="24"/>
              </w:rPr>
            </w:pPr>
            <w:r w:rsidRPr="002F4204">
              <w:rPr>
                <w:rFonts w:ascii="Corbel" w:hAnsi="Corbel"/>
                <w:bCs/>
                <w:sz w:val="24"/>
                <w:szCs w:val="24"/>
              </w:rPr>
              <w:t xml:space="preserve">Student </w:t>
            </w:r>
            <w:r w:rsidR="00245B9C" w:rsidRPr="002F4204">
              <w:rPr>
                <w:rFonts w:ascii="Corbel" w:hAnsi="Corbel"/>
                <w:bCs/>
                <w:sz w:val="24"/>
                <w:szCs w:val="24"/>
              </w:rPr>
              <w:t xml:space="preserve">opisze miejsce dydaktyki specjalnej w edukacji </w:t>
            </w:r>
            <w:r w:rsidR="00231CBC" w:rsidRPr="002F4204">
              <w:rPr>
                <w:rFonts w:ascii="Corbel" w:hAnsi="Corbel"/>
                <w:bCs/>
                <w:sz w:val="24"/>
                <w:szCs w:val="24"/>
              </w:rPr>
              <w:br/>
            </w:r>
            <w:r w:rsidR="00245B9C" w:rsidRPr="002F4204">
              <w:rPr>
                <w:rFonts w:ascii="Corbel" w:hAnsi="Corbel"/>
                <w:bCs/>
                <w:sz w:val="24"/>
                <w:szCs w:val="24"/>
              </w:rPr>
              <w:t>i</w:t>
            </w:r>
            <w:r w:rsidR="00231CBC" w:rsidRPr="002F4204">
              <w:rPr>
                <w:rFonts w:ascii="Corbel" w:hAnsi="Corbel"/>
                <w:bCs/>
                <w:sz w:val="24"/>
                <w:szCs w:val="24"/>
              </w:rPr>
              <w:t xml:space="preserve"> w</w:t>
            </w:r>
            <w:r w:rsidR="00245B9C" w:rsidRPr="002F4204">
              <w:rPr>
                <w:rFonts w:ascii="Corbel" w:hAnsi="Corbel"/>
                <w:bCs/>
                <w:sz w:val="24"/>
                <w:szCs w:val="24"/>
              </w:rPr>
              <w:t>ychowaniu osób z zaburzeniami ze spektrum autyzmu</w:t>
            </w:r>
            <w:r w:rsidR="00A76B3B" w:rsidRPr="002F4204">
              <w:rPr>
                <w:rFonts w:ascii="Corbel" w:hAnsi="Corbel"/>
                <w:bCs/>
                <w:sz w:val="24"/>
                <w:szCs w:val="24"/>
              </w:rPr>
              <w:t>,</w:t>
            </w:r>
          </w:p>
          <w:p w:rsidR="00C911B9" w:rsidRPr="002F4204" w:rsidRDefault="00A76B3B" w:rsidP="00471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2F4204">
              <w:rPr>
                <w:rFonts w:ascii="Corbel" w:hAnsi="Corbel"/>
                <w:bCs/>
                <w:sz w:val="24"/>
                <w:szCs w:val="24"/>
              </w:rPr>
              <w:t>powoła się na odpowiednią terminologię</w:t>
            </w:r>
            <w:r w:rsidR="006E2547" w:rsidRPr="002F4204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C911B9" w:rsidRPr="002F4204" w:rsidRDefault="00C911B9" w:rsidP="00471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PS. W11.</w:t>
            </w:r>
          </w:p>
        </w:tc>
      </w:tr>
      <w:tr w:rsidR="00C911B9" w:rsidRPr="002F4204" w:rsidTr="00471893">
        <w:tc>
          <w:tcPr>
            <w:tcW w:w="1305" w:type="dxa"/>
          </w:tcPr>
          <w:p w:rsidR="00C911B9" w:rsidRPr="002F4204" w:rsidRDefault="00C911B9" w:rsidP="00C911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350" w:type="dxa"/>
          </w:tcPr>
          <w:p w:rsidR="006E2547" w:rsidRPr="002F4204" w:rsidRDefault="0056538D" w:rsidP="00471893">
            <w:pPr>
              <w:pStyle w:val="Akapitzlist"/>
              <w:spacing w:after="0" w:line="240" w:lineRule="auto"/>
              <w:ind w:left="-250" w:firstLine="250"/>
              <w:rPr>
                <w:rStyle w:val="wrtext"/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bCs/>
                <w:sz w:val="24"/>
                <w:szCs w:val="24"/>
              </w:rPr>
              <w:t xml:space="preserve">Student </w:t>
            </w:r>
            <w:r w:rsidR="00C245D5" w:rsidRPr="002F4204">
              <w:rPr>
                <w:rFonts w:ascii="Corbel" w:hAnsi="Corbel"/>
                <w:sz w:val="24"/>
                <w:szCs w:val="24"/>
              </w:rPr>
              <w:t>opisze organ</w:t>
            </w:r>
            <w:r w:rsidR="006D13B4" w:rsidRPr="002F4204">
              <w:rPr>
                <w:rFonts w:ascii="Corbel" w:hAnsi="Corbel"/>
                <w:sz w:val="24"/>
                <w:szCs w:val="24"/>
              </w:rPr>
              <w:t>i</w:t>
            </w:r>
            <w:r w:rsidR="00C245D5" w:rsidRPr="002F4204">
              <w:rPr>
                <w:rFonts w:ascii="Corbel" w:hAnsi="Corbel"/>
                <w:sz w:val="24"/>
                <w:szCs w:val="24"/>
              </w:rPr>
              <w:t>zację</w:t>
            </w:r>
            <w:r w:rsidR="00C245D5" w:rsidRPr="002F4204">
              <w:rPr>
                <w:rFonts w:ascii="Corbel" w:hAnsi="Corbel"/>
                <w:b/>
                <w:bCs/>
                <w:smallCaps/>
                <w:sz w:val="24"/>
                <w:szCs w:val="24"/>
              </w:rPr>
              <w:t xml:space="preserve"> </w:t>
            </w:r>
            <w:r w:rsidR="00C245D5" w:rsidRPr="002F4204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procesu kształcenia jednostek </w:t>
            </w:r>
            <w:r w:rsidR="00231CBC" w:rsidRPr="002F4204">
              <w:rPr>
                <w:rStyle w:val="wrtext"/>
                <w:rFonts w:ascii="Corbel" w:hAnsi="Corbel"/>
                <w:bCs/>
                <w:sz w:val="24"/>
                <w:szCs w:val="24"/>
              </w:rPr>
              <w:br/>
            </w:r>
            <w:r w:rsidR="00C245D5" w:rsidRPr="002F4204">
              <w:rPr>
                <w:rStyle w:val="wrtext"/>
                <w:rFonts w:ascii="Corbel" w:hAnsi="Corbel"/>
                <w:bCs/>
                <w:sz w:val="24"/>
                <w:szCs w:val="24"/>
              </w:rPr>
              <w:t>z</w:t>
            </w:r>
            <w:r w:rsidR="00231CBC" w:rsidRPr="002F4204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 </w:t>
            </w:r>
            <w:r w:rsidR="00C245D5" w:rsidRPr="002F4204">
              <w:rPr>
                <w:rStyle w:val="wrtext"/>
                <w:rFonts w:ascii="Corbel" w:hAnsi="Corbel"/>
                <w:bCs/>
                <w:sz w:val="24"/>
                <w:szCs w:val="24"/>
              </w:rPr>
              <w:t xml:space="preserve">zaburzeniami ze spektrum autyzmu w kontekście </w:t>
            </w:r>
            <w:r w:rsidR="006E2547" w:rsidRPr="002F4204">
              <w:rPr>
                <w:rStyle w:val="wrtext"/>
                <w:rFonts w:ascii="Corbel" w:hAnsi="Corbel"/>
                <w:bCs/>
                <w:sz w:val="24"/>
                <w:szCs w:val="24"/>
              </w:rPr>
              <w:t>r</w:t>
            </w:r>
            <w:r w:rsidR="006E2547" w:rsidRPr="002F4204">
              <w:rPr>
                <w:rStyle w:val="wrtext"/>
                <w:rFonts w:ascii="Corbel" w:hAnsi="Corbel"/>
                <w:sz w:val="24"/>
                <w:szCs w:val="24"/>
              </w:rPr>
              <w:t>egulacji</w:t>
            </w:r>
          </w:p>
          <w:p w:rsidR="00C911B9" w:rsidRPr="002F4204" w:rsidRDefault="006E2547" w:rsidP="00471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>oświatowych.</w:t>
            </w:r>
          </w:p>
        </w:tc>
        <w:tc>
          <w:tcPr>
            <w:tcW w:w="1865" w:type="dxa"/>
            <w:vAlign w:val="center"/>
          </w:tcPr>
          <w:p w:rsidR="00C911B9" w:rsidRPr="002F4204" w:rsidRDefault="00C911B9" w:rsidP="00471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PS. W12.</w:t>
            </w:r>
          </w:p>
        </w:tc>
      </w:tr>
      <w:tr w:rsidR="00C911B9" w:rsidRPr="002F4204" w:rsidTr="00471893">
        <w:tc>
          <w:tcPr>
            <w:tcW w:w="1305" w:type="dxa"/>
          </w:tcPr>
          <w:p w:rsidR="00C911B9" w:rsidRPr="002F4204" w:rsidRDefault="00C911B9" w:rsidP="00C911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350" w:type="dxa"/>
          </w:tcPr>
          <w:p w:rsidR="00A76B3B" w:rsidRPr="002F4204" w:rsidRDefault="0056538D" w:rsidP="00471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bCs/>
                <w:sz w:val="24"/>
                <w:szCs w:val="24"/>
              </w:rPr>
              <w:t xml:space="preserve">Student </w:t>
            </w:r>
            <w:r w:rsidR="00A76B3B" w:rsidRPr="002F4204">
              <w:rPr>
                <w:rFonts w:ascii="Corbel" w:hAnsi="Corbel"/>
                <w:sz w:val="24"/>
                <w:szCs w:val="24"/>
              </w:rPr>
              <w:t>oceni efektywność programów dydaktycznych,</w:t>
            </w:r>
          </w:p>
          <w:p w:rsidR="00A76B3B" w:rsidRPr="002F4204" w:rsidRDefault="00A76B3B" w:rsidP="00471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wychowawczych i terapeutycznych zwiększających</w:t>
            </w:r>
          </w:p>
          <w:p w:rsidR="00C911B9" w:rsidRPr="002F4204" w:rsidRDefault="00C911B9" w:rsidP="0047189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umiejętności poznawcze i kompetencje społeczne </w:t>
            </w:r>
            <w:r w:rsidR="00A76B3B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jednostek </w:t>
            </w:r>
            <w:r w:rsidR="00231CBC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A76B3B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>z zaburzeniami ze</w:t>
            </w:r>
            <w:r w:rsidR="0056538D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spektrum autyzmu </w:t>
            </w:r>
            <w:r w:rsidR="00E83749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>zgodnie z przyjętymi uregulowaniami prawnymi.</w:t>
            </w:r>
          </w:p>
        </w:tc>
        <w:tc>
          <w:tcPr>
            <w:tcW w:w="1865" w:type="dxa"/>
            <w:vAlign w:val="center"/>
          </w:tcPr>
          <w:p w:rsidR="00C911B9" w:rsidRPr="002F4204" w:rsidRDefault="00C911B9" w:rsidP="00471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PS. U8.</w:t>
            </w:r>
          </w:p>
        </w:tc>
      </w:tr>
      <w:tr w:rsidR="00C911B9" w:rsidRPr="002F4204" w:rsidTr="00471893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1B9" w:rsidRPr="002F4204" w:rsidRDefault="00C911B9" w:rsidP="00A44E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B4" w:rsidRPr="002F4204" w:rsidRDefault="005C4B6D" w:rsidP="00471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Student</w:t>
            </w:r>
            <w:r w:rsidR="0056538D" w:rsidRPr="002F4204">
              <w:rPr>
                <w:rFonts w:ascii="Corbel" w:hAnsi="Corbel"/>
                <w:sz w:val="24"/>
                <w:szCs w:val="24"/>
              </w:rPr>
              <w:t xml:space="preserve"> zaprojektuje</w:t>
            </w:r>
            <w:r w:rsidR="00A76B3B" w:rsidRPr="002F4204">
              <w:rPr>
                <w:rFonts w:ascii="Corbel" w:hAnsi="Corbel"/>
                <w:sz w:val="24"/>
                <w:szCs w:val="24"/>
              </w:rPr>
              <w:t xml:space="preserve"> </w:t>
            </w:r>
            <w:r w:rsidR="007A4A4B" w:rsidRPr="002F4204">
              <w:rPr>
                <w:rFonts w:ascii="Corbel" w:hAnsi="Corbel"/>
                <w:sz w:val="24"/>
                <w:szCs w:val="24"/>
              </w:rPr>
              <w:t>i oceni przygotowany przez siebie</w:t>
            </w:r>
          </w:p>
          <w:p w:rsidR="00C911B9" w:rsidRPr="002F4204" w:rsidRDefault="006E2547" w:rsidP="00471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projekt</w:t>
            </w:r>
            <w:r w:rsidR="007A4A4B" w:rsidRPr="002F4204">
              <w:rPr>
                <w:rStyle w:val="wrtext"/>
                <w:rFonts w:ascii="Corbel" w:hAnsi="Corbel"/>
                <w:sz w:val="24"/>
                <w:szCs w:val="24"/>
              </w:rPr>
              <w:t xml:space="preserve"> pracy z osobą z zaburzeniami ze spektrum autyzmu </w:t>
            </w:r>
            <w:r w:rsidR="00231CBC" w:rsidRPr="002F4204">
              <w:rPr>
                <w:rStyle w:val="wrtext"/>
                <w:rFonts w:ascii="Corbel" w:hAnsi="Corbel"/>
                <w:sz w:val="24"/>
                <w:szCs w:val="24"/>
              </w:rPr>
              <w:br/>
            </w:r>
            <w:r w:rsidR="007A4A4B" w:rsidRPr="002F4204">
              <w:rPr>
                <w:rStyle w:val="wrtext"/>
                <w:rFonts w:ascii="Corbel" w:hAnsi="Corbel"/>
                <w:sz w:val="24"/>
                <w:szCs w:val="24"/>
              </w:rPr>
              <w:t>w</w:t>
            </w:r>
            <w:r w:rsidR="00231CBC" w:rsidRPr="002F4204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="007A4A4B" w:rsidRPr="002F4204">
              <w:rPr>
                <w:rStyle w:val="wrtext"/>
                <w:rFonts w:ascii="Corbel" w:hAnsi="Corbel"/>
                <w:sz w:val="24"/>
                <w:szCs w:val="24"/>
              </w:rPr>
              <w:t>oparciu o dostępne egzemplifikacje.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B9" w:rsidRPr="002F4204" w:rsidRDefault="00C911B9" w:rsidP="00471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PS. U11.</w:t>
            </w:r>
          </w:p>
        </w:tc>
      </w:tr>
      <w:tr w:rsidR="00C911B9" w:rsidRPr="002F4204" w:rsidTr="00471893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1B9" w:rsidRPr="002F4204" w:rsidRDefault="00C911B9" w:rsidP="00C911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1B9" w:rsidRPr="002F4204" w:rsidRDefault="005C4B6D" w:rsidP="0047189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>Student</w:t>
            </w:r>
            <w:r w:rsidR="007A4A4B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oceni potrzebę rozwijania swojej wiedzy </w:t>
            </w:r>
            <w:r w:rsidR="00231CBC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7A4A4B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>z wykorzystaniem różnych źródeł oraz</w:t>
            </w:r>
            <w:r w:rsidR="00C911B9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umiejętności pedagogiczn</w:t>
            </w:r>
            <w:r w:rsidR="007A4A4B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ych w projektowaniu działań dydaktycznych </w:t>
            </w:r>
            <w:r w:rsidR="00231CBC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7A4A4B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>w grupie osób z zburzeniami ze spektrum autyzmu.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B9" w:rsidRPr="002F4204" w:rsidRDefault="00C911B9" w:rsidP="00471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PS. U16.</w:t>
            </w:r>
          </w:p>
        </w:tc>
      </w:tr>
      <w:tr w:rsidR="00C911B9" w:rsidRPr="002F4204" w:rsidTr="00471893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1B9" w:rsidRPr="002F4204" w:rsidRDefault="00C911B9" w:rsidP="00C911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1B9" w:rsidRPr="002F4204" w:rsidRDefault="005C4B6D" w:rsidP="0047189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>Student</w:t>
            </w:r>
            <w:r w:rsidR="006E2547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opisze </w:t>
            </w:r>
            <w:r w:rsidR="00AB7157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miejsce wielospecjalistycznej diagnozy </w:t>
            </w:r>
            <w:r w:rsidR="00231CBC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AB7157"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>w identyfikowaniu potrzeb i umiejętności funkcjonalnych jednostek z zaburzeniami ze spektrum autyzmu w kontekście wychowania i nauczania.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B9" w:rsidRPr="002F4204" w:rsidRDefault="00C911B9" w:rsidP="00471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PS. U17.</w:t>
            </w:r>
          </w:p>
        </w:tc>
      </w:tr>
      <w:tr w:rsidR="00C911B9" w:rsidRPr="002F4204" w:rsidTr="00471893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1B9" w:rsidRPr="002F4204" w:rsidRDefault="00C911B9" w:rsidP="00C911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0D0" w:rsidRPr="002F4204" w:rsidRDefault="005C4B6D" w:rsidP="00471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Cs/>
                <w:sz w:val="24"/>
                <w:szCs w:val="24"/>
              </w:rPr>
            </w:pPr>
            <w:r w:rsidRPr="002F4204">
              <w:rPr>
                <w:rFonts w:ascii="Corbel" w:hAnsi="Corbel"/>
                <w:bCs/>
                <w:sz w:val="24"/>
                <w:szCs w:val="24"/>
              </w:rPr>
              <w:t xml:space="preserve">Student </w:t>
            </w:r>
            <w:r w:rsidR="006E2547" w:rsidRPr="002F4204">
              <w:rPr>
                <w:rFonts w:ascii="Corbel" w:hAnsi="Corbel"/>
                <w:bCs/>
                <w:sz w:val="24"/>
                <w:szCs w:val="24"/>
              </w:rPr>
              <w:t>opisze potrzebę  zindywidualizowanych działań na</w:t>
            </w:r>
          </w:p>
          <w:p w:rsidR="00C911B9" w:rsidRPr="002F4204" w:rsidRDefault="006E2547" w:rsidP="00471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Cs/>
                <w:sz w:val="24"/>
                <w:szCs w:val="24"/>
              </w:rPr>
            </w:pPr>
            <w:r w:rsidRPr="002F4204">
              <w:rPr>
                <w:rFonts w:ascii="Corbel" w:hAnsi="Corbel"/>
                <w:bCs/>
                <w:sz w:val="24"/>
                <w:szCs w:val="24"/>
              </w:rPr>
              <w:t>rzecz  pracy z osobą z zaburzeniami ze spektrum autyzmu.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1B9" w:rsidRPr="002F4204" w:rsidRDefault="00C911B9" w:rsidP="00471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PS. K6.</w:t>
            </w:r>
          </w:p>
        </w:tc>
      </w:tr>
    </w:tbl>
    <w:p w:rsidR="0085747A" w:rsidRPr="002F420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420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F4204">
        <w:rPr>
          <w:rFonts w:ascii="Corbel" w:hAnsi="Corbel"/>
          <w:b/>
          <w:sz w:val="24"/>
          <w:szCs w:val="24"/>
        </w:rPr>
        <w:t>3.3</w:t>
      </w:r>
      <w:r w:rsidR="001D7B54" w:rsidRPr="002F4204">
        <w:rPr>
          <w:rFonts w:ascii="Corbel" w:hAnsi="Corbel"/>
          <w:b/>
          <w:sz w:val="24"/>
          <w:szCs w:val="24"/>
        </w:rPr>
        <w:t xml:space="preserve"> </w:t>
      </w:r>
      <w:r w:rsidR="0085747A" w:rsidRPr="002F4204">
        <w:rPr>
          <w:rFonts w:ascii="Corbel" w:hAnsi="Corbel"/>
          <w:b/>
          <w:sz w:val="24"/>
          <w:szCs w:val="24"/>
        </w:rPr>
        <w:t>T</w:t>
      </w:r>
      <w:r w:rsidR="001D7B54" w:rsidRPr="002F420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F4204">
        <w:rPr>
          <w:rFonts w:ascii="Corbel" w:hAnsi="Corbel"/>
          <w:sz w:val="24"/>
          <w:szCs w:val="24"/>
        </w:rPr>
        <w:t xml:space="preserve">  </w:t>
      </w:r>
      <w:r w:rsidR="002F4204">
        <w:rPr>
          <w:rFonts w:ascii="Corbel" w:hAnsi="Corbel"/>
          <w:sz w:val="24"/>
          <w:szCs w:val="24"/>
        </w:rPr>
        <w:t xml:space="preserve"> </w:t>
      </w:r>
    </w:p>
    <w:p w:rsidR="0085747A" w:rsidRPr="002F420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F420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F420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78"/>
      </w:tblGrid>
      <w:tr w:rsidR="0085747A" w:rsidRPr="002F4204" w:rsidTr="002F4204">
        <w:tc>
          <w:tcPr>
            <w:tcW w:w="9378" w:type="dxa"/>
          </w:tcPr>
          <w:p w:rsidR="0085747A" w:rsidRPr="002F420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11B9" w:rsidRPr="002F4204" w:rsidTr="002F4204">
        <w:tc>
          <w:tcPr>
            <w:tcW w:w="9378" w:type="dxa"/>
          </w:tcPr>
          <w:p w:rsidR="00C911B9" w:rsidRPr="002F4204" w:rsidRDefault="00C911B9" w:rsidP="001E072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 xml:space="preserve">Dydaktyka specjalna w edukacji i wychowaniu dzieci i młodzieży z </w:t>
            </w:r>
            <w:r w:rsidR="005C4B6D" w:rsidRPr="002F4204">
              <w:rPr>
                <w:rStyle w:val="wrtext"/>
                <w:rFonts w:ascii="Corbel" w:hAnsi="Corbel"/>
                <w:sz w:val="24"/>
                <w:szCs w:val="24"/>
              </w:rPr>
              <w:t>zaburzeniami ze spektrum</w:t>
            </w:r>
            <w:r w:rsidR="002F4204">
              <w:rPr>
                <w:rStyle w:val="wrtext"/>
                <w:rFonts w:ascii="Corbel" w:hAnsi="Corbel"/>
                <w:sz w:val="24"/>
                <w:szCs w:val="24"/>
              </w:rPr>
              <w:t xml:space="preserve"> a</w:t>
            </w:r>
            <w:r w:rsidR="005C4B6D" w:rsidRPr="002F4204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>autyzm</w:t>
            </w:r>
            <w:r w:rsidR="005C4B6D" w:rsidRPr="002F4204">
              <w:rPr>
                <w:rStyle w:val="wrtext"/>
                <w:rFonts w:ascii="Corbel" w:hAnsi="Corbel"/>
                <w:sz w:val="24"/>
                <w:szCs w:val="24"/>
              </w:rPr>
              <w:t>u.</w:t>
            </w:r>
            <w:r w:rsidR="00A76B3B" w:rsidRPr="002F4204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432C7" w:rsidRPr="002F4204" w:rsidTr="002F4204">
        <w:tc>
          <w:tcPr>
            <w:tcW w:w="9378" w:type="dxa"/>
          </w:tcPr>
          <w:p w:rsidR="002432C7" w:rsidRPr="002F4204" w:rsidRDefault="002432C7" w:rsidP="001E0729">
            <w:pPr>
              <w:pStyle w:val="Akapitzlist"/>
              <w:spacing w:after="0" w:line="240" w:lineRule="auto"/>
              <w:ind w:left="-250" w:firstLine="250"/>
              <w:rPr>
                <w:rStyle w:val="wrtext"/>
                <w:rFonts w:ascii="Corbel" w:hAnsi="Corbel"/>
                <w:sz w:val="24"/>
                <w:szCs w:val="24"/>
              </w:rPr>
            </w:pPr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>Terminologia w dydaktyce specjalnej.</w:t>
            </w:r>
          </w:p>
        </w:tc>
      </w:tr>
      <w:tr w:rsidR="00245B9C" w:rsidRPr="002F4204" w:rsidTr="002F4204">
        <w:tc>
          <w:tcPr>
            <w:tcW w:w="9378" w:type="dxa"/>
          </w:tcPr>
          <w:p w:rsidR="002F4204" w:rsidRDefault="00245B9C" w:rsidP="001E0729">
            <w:pPr>
              <w:pStyle w:val="Akapitzlist"/>
              <w:spacing w:after="0" w:line="240" w:lineRule="auto"/>
              <w:ind w:left="-250" w:firstLine="250"/>
              <w:rPr>
                <w:rStyle w:val="wrtext"/>
                <w:rFonts w:ascii="Corbel" w:hAnsi="Corbel"/>
                <w:sz w:val="24"/>
                <w:szCs w:val="24"/>
              </w:rPr>
            </w:pPr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 xml:space="preserve">Organizacja procesu kształcenia jednostek z zaburzeniami ze spektrum autyzmu w </w:t>
            </w:r>
          </w:p>
          <w:p w:rsidR="00245B9C" w:rsidRPr="002F4204" w:rsidRDefault="002F4204" w:rsidP="001E0729">
            <w:pPr>
              <w:pStyle w:val="Akapitzlist"/>
              <w:spacing w:after="0" w:line="240" w:lineRule="auto"/>
              <w:ind w:left="-250" w:firstLine="25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 </w:t>
            </w:r>
            <w:r w:rsidR="00245B9C" w:rsidRPr="002F4204">
              <w:rPr>
                <w:rStyle w:val="wrtext"/>
                <w:rFonts w:ascii="Corbel" w:hAnsi="Corbel"/>
                <w:sz w:val="24"/>
                <w:szCs w:val="24"/>
              </w:rPr>
              <w:t>kontekście uregulowań prawnych (prawo oświatowe, międzynarodowe).</w:t>
            </w:r>
            <w:r w:rsidR="00530EDE" w:rsidRPr="002F4204"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="00245B9C" w:rsidRPr="002F4204">
              <w:rPr>
                <w:rStyle w:val="wrtext"/>
                <w:rFonts w:ascii="Corbel" w:hAnsi="Corbel"/>
                <w:sz w:val="24"/>
                <w:szCs w:val="24"/>
              </w:rPr>
              <w:t>Egzemplifikacje.</w:t>
            </w:r>
          </w:p>
        </w:tc>
      </w:tr>
      <w:tr w:rsidR="00245B9C" w:rsidRPr="002F4204" w:rsidTr="002F4204">
        <w:tc>
          <w:tcPr>
            <w:tcW w:w="9378" w:type="dxa"/>
          </w:tcPr>
          <w:p w:rsidR="00245B9C" w:rsidRPr="002F4204" w:rsidRDefault="00245B9C" w:rsidP="001E0729">
            <w:pPr>
              <w:pStyle w:val="Akapitzlist"/>
              <w:spacing w:after="0" w:line="240" w:lineRule="auto"/>
              <w:ind w:left="-250" w:firstLine="250"/>
              <w:rPr>
                <w:rStyle w:val="wrtext"/>
                <w:rFonts w:ascii="Corbel" w:hAnsi="Corbel"/>
                <w:sz w:val="24"/>
                <w:szCs w:val="24"/>
              </w:rPr>
            </w:pPr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>Dydaktyka osób z zaburzeniami ze spektrum autyzmu. Dostosowanie wymagań edukacyjnych do specjalnych potrzeb uczniów z zaburzeniami ze spektrum autyzmu.</w:t>
            </w:r>
          </w:p>
        </w:tc>
      </w:tr>
      <w:tr w:rsidR="00A76B3B" w:rsidRPr="002F4204" w:rsidTr="002F4204">
        <w:tc>
          <w:tcPr>
            <w:tcW w:w="9378" w:type="dxa"/>
          </w:tcPr>
          <w:p w:rsidR="00A76B3B" w:rsidRPr="002F4204" w:rsidRDefault="00A76B3B" w:rsidP="001E0729">
            <w:pPr>
              <w:pStyle w:val="Akapitzlist"/>
              <w:spacing w:after="0" w:line="240" w:lineRule="auto"/>
              <w:ind w:left="-250" w:firstLine="250"/>
              <w:rPr>
                <w:rStyle w:val="wrtext"/>
                <w:rFonts w:ascii="Corbel" w:hAnsi="Corbel"/>
                <w:sz w:val="24"/>
                <w:szCs w:val="24"/>
              </w:rPr>
            </w:pPr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>Planowanie i projektowanie pracy dydaktycznej, wychowawczej i terapeutycznej z dziećmi i młodzieżą z zaburzeniami ze spektrum autyzmu.</w:t>
            </w:r>
          </w:p>
        </w:tc>
      </w:tr>
      <w:tr w:rsidR="00E666D9" w:rsidRPr="002F4204" w:rsidTr="002F4204">
        <w:tc>
          <w:tcPr>
            <w:tcW w:w="9378" w:type="dxa"/>
          </w:tcPr>
          <w:p w:rsidR="00E666D9" w:rsidRPr="002F4204" w:rsidRDefault="00E666D9" w:rsidP="001E0729">
            <w:pPr>
              <w:pStyle w:val="Akapitzlist"/>
              <w:spacing w:after="0" w:line="240" w:lineRule="auto"/>
              <w:ind w:left="-250" w:firstLine="250"/>
              <w:rPr>
                <w:rStyle w:val="wrtext"/>
                <w:rFonts w:ascii="Corbel" w:hAnsi="Corbel"/>
                <w:sz w:val="24"/>
                <w:szCs w:val="24"/>
              </w:rPr>
            </w:pPr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>Miejsce dydaktyki specjalnej w wielospecjalistycznej ocenie poziomu funkcjonowania j</w:t>
            </w:r>
            <w:r w:rsidR="002F4204">
              <w:rPr>
                <w:rStyle w:val="wrtext"/>
                <w:rFonts w:ascii="Corbel" w:hAnsi="Corbel"/>
                <w:sz w:val="24"/>
                <w:szCs w:val="24"/>
              </w:rPr>
              <w:t xml:space="preserve">e </w:t>
            </w:r>
            <w:proofErr w:type="spellStart"/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>ednostek</w:t>
            </w:r>
            <w:proofErr w:type="spellEnd"/>
            <w:r w:rsidRPr="002F4204">
              <w:rPr>
                <w:rStyle w:val="wrtext"/>
                <w:rFonts w:ascii="Corbel" w:hAnsi="Corbel"/>
                <w:sz w:val="24"/>
                <w:szCs w:val="24"/>
              </w:rPr>
              <w:t xml:space="preserve"> z zaburzeniami ze spektrum autyzmu.</w:t>
            </w:r>
          </w:p>
        </w:tc>
      </w:tr>
      <w:tr w:rsidR="00E666D9" w:rsidRPr="002F4204" w:rsidTr="002F4204">
        <w:tc>
          <w:tcPr>
            <w:tcW w:w="9378" w:type="dxa"/>
          </w:tcPr>
          <w:p w:rsidR="00E666D9" w:rsidRPr="002F4204" w:rsidRDefault="00E666D9" w:rsidP="001E072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 xml:space="preserve">Przegląd i analiza przykładowych programów zajęć. </w:t>
            </w:r>
          </w:p>
        </w:tc>
      </w:tr>
    </w:tbl>
    <w:p w:rsidR="0085747A" w:rsidRPr="002F420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F420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F420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F4204">
        <w:rPr>
          <w:rFonts w:ascii="Corbel" w:hAnsi="Corbel"/>
          <w:sz w:val="24"/>
          <w:szCs w:val="24"/>
        </w:rPr>
        <w:t xml:space="preserve">, </w:t>
      </w:r>
      <w:r w:rsidRPr="002F420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F4204" w:rsidRDefault="00D17B2F" w:rsidP="00D17B2F">
      <w:pPr>
        <w:pStyle w:val="Akapitzlist"/>
        <w:spacing w:line="240" w:lineRule="auto"/>
        <w:ind w:firstLine="360"/>
        <w:rPr>
          <w:rFonts w:ascii="Corbel" w:hAnsi="Corbel"/>
          <w:sz w:val="24"/>
          <w:szCs w:val="24"/>
        </w:rPr>
      </w:pPr>
      <w:r w:rsidRPr="002F4204">
        <w:rPr>
          <w:rFonts w:ascii="Corbel" w:hAnsi="Corbel"/>
          <w:sz w:val="24"/>
          <w:szCs w:val="24"/>
        </w:rPr>
        <w:t>nie dotyczy</w:t>
      </w:r>
    </w:p>
    <w:p w:rsidR="0085747A" w:rsidRPr="002F420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420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F4204">
        <w:rPr>
          <w:rFonts w:ascii="Corbel" w:hAnsi="Corbel"/>
          <w:smallCaps w:val="0"/>
          <w:szCs w:val="24"/>
        </w:rPr>
        <w:t>3.4 Metody dydaktyczne</w:t>
      </w:r>
      <w:r w:rsidRPr="002F420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F42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F4204" w:rsidRDefault="00C911B9" w:rsidP="00FC4E1B">
      <w:pPr>
        <w:rPr>
          <w:rFonts w:ascii="Corbel" w:hAnsi="Corbel"/>
          <w:sz w:val="24"/>
          <w:szCs w:val="24"/>
        </w:rPr>
      </w:pPr>
      <w:r w:rsidRPr="002F4204">
        <w:rPr>
          <w:rFonts w:ascii="Corbel" w:hAnsi="Corbel"/>
          <w:sz w:val="24"/>
          <w:szCs w:val="24"/>
        </w:rPr>
        <w:t xml:space="preserve">Wykład: wykład konwersatoryjny, </w:t>
      </w:r>
      <w:r w:rsidR="00A33FC0" w:rsidRPr="002F4204">
        <w:rPr>
          <w:rFonts w:ascii="Corbel" w:hAnsi="Corbel"/>
          <w:sz w:val="24"/>
          <w:szCs w:val="24"/>
        </w:rPr>
        <w:t xml:space="preserve">wykład problemowy, </w:t>
      </w:r>
      <w:r w:rsidRPr="002F4204">
        <w:rPr>
          <w:rFonts w:ascii="Corbel" w:hAnsi="Corbel"/>
          <w:sz w:val="24"/>
          <w:szCs w:val="24"/>
        </w:rPr>
        <w:t xml:space="preserve"> dyskusja.</w:t>
      </w:r>
    </w:p>
    <w:p w:rsidR="0085747A" w:rsidRPr="002F420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F4204">
        <w:rPr>
          <w:rFonts w:ascii="Corbel" w:hAnsi="Corbel"/>
          <w:smallCaps w:val="0"/>
          <w:szCs w:val="24"/>
        </w:rPr>
        <w:t xml:space="preserve">4. </w:t>
      </w:r>
      <w:r w:rsidR="0085747A" w:rsidRPr="002F4204">
        <w:rPr>
          <w:rFonts w:ascii="Corbel" w:hAnsi="Corbel"/>
          <w:smallCaps w:val="0"/>
          <w:szCs w:val="24"/>
        </w:rPr>
        <w:t>METODY I KRYTERIA OCENY</w:t>
      </w:r>
      <w:r w:rsidR="009F4610" w:rsidRPr="002F4204">
        <w:rPr>
          <w:rFonts w:ascii="Corbel" w:hAnsi="Corbel"/>
          <w:smallCaps w:val="0"/>
          <w:szCs w:val="24"/>
        </w:rPr>
        <w:t xml:space="preserve"> </w:t>
      </w:r>
    </w:p>
    <w:p w:rsidR="00923D7D" w:rsidRPr="002F420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F420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420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F4204">
        <w:rPr>
          <w:rFonts w:ascii="Corbel" w:hAnsi="Corbel"/>
          <w:smallCaps w:val="0"/>
          <w:szCs w:val="24"/>
        </w:rPr>
        <w:t>uczenia się</w:t>
      </w:r>
    </w:p>
    <w:p w:rsidR="0085747A" w:rsidRPr="002F42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2F4204" w:rsidTr="00DD70A8">
        <w:tc>
          <w:tcPr>
            <w:tcW w:w="1962" w:type="dxa"/>
            <w:vAlign w:val="center"/>
          </w:tcPr>
          <w:p w:rsidR="0085747A" w:rsidRPr="002F420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2F420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F420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F4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2F4204" w:rsidRDefault="0085747A" w:rsidP="004718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D70A8" w:rsidRPr="002F4204" w:rsidTr="00DD70A8">
        <w:tc>
          <w:tcPr>
            <w:tcW w:w="1962" w:type="dxa"/>
          </w:tcPr>
          <w:p w:rsidR="00DD70A8" w:rsidRPr="002F4204" w:rsidRDefault="00DD70A8" w:rsidP="00DD70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F420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F420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F478B7" w:rsidRPr="002F4204" w:rsidRDefault="00F478B7" w:rsidP="00DD70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kolokwium</w:t>
            </w:r>
            <w:r w:rsidR="00EE241E" w:rsidRPr="002F4204">
              <w:rPr>
                <w:rFonts w:ascii="Corbel" w:hAnsi="Corbel"/>
                <w:b w:val="0"/>
                <w:szCs w:val="24"/>
              </w:rPr>
              <w:t>, wypowiedź studenta, dyskusja</w:t>
            </w:r>
          </w:p>
        </w:tc>
        <w:tc>
          <w:tcPr>
            <w:tcW w:w="2117" w:type="dxa"/>
          </w:tcPr>
          <w:p w:rsidR="00DD70A8" w:rsidRPr="002F4204" w:rsidRDefault="00DD70A8" w:rsidP="00DD70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  <w:tr w:rsidR="00DD70A8" w:rsidRPr="002F4204" w:rsidTr="00DD70A8">
        <w:tc>
          <w:tcPr>
            <w:tcW w:w="1962" w:type="dxa"/>
          </w:tcPr>
          <w:p w:rsidR="00DD70A8" w:rsidRPr="002F4204" w:rsidRDefault="00DD70A8" w:rsidP="00DD70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F420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F4204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DD70A8" w:rsidRPr="002F4204" w:rsidRDefault="00EE241E" w:rsidP="00DD70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kolokwium, wypowiedź studenta, dyskusja</w:t>
            </w:r>
          </w:p>
        </w:tc>
        <w:tc>
          <w:tcPr>
            <w:tcW w:w="2117" w:type="dxa"/>
          </w:tcPr>
          <w:p w:rsidR="00DD70A8" w:rsidRPr="002F4204" w:rsidRDefault="00DD70A8" w:rsidP="00DD70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  <w:tr w:rsidR="00DD70A8" w:rsidRPr="002F4204" w:rsidTr="00DD70A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A8" w:rsidRPr="002F4204" w:rsidRDefault="00DD70A8" w:rsidP="00DD70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F420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F4204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A8" w:rsidRPr="002F4204" w:rsidRDefault="00F478B7" w:rsidP="00DD70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praca projektowa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A8" w:rsidRPr="002F4204" w:rsidRDefault="00DD70A8" w:rsidP="00DD70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  <w:tr w:rsidR="00F478B7" w:rsidRPr="002F4204" w:rsidTr="00DD70A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B7" w:rsidRPr="002F4204" w:rsidRDefault="00F478B7" w:rsidP="00F478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F420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F4204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B7" w:rsidRPr="002F4204" w:rsidRDefault="00F478B7" w:rsidP="00F478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praca projektowa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B7" w:rsidRPr="002F4204" w:rsidRDefault="00F478B7" w:rsidP="00F478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  <w:tr w:rsidR="00F478B7" w:rsidRPr="002F4204" w:rsidTr="00DD70A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B7" w:rsidRPr="002F4204" w:rsidRDefault="00F478B7" w:rsidP="00F478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F420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F4204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B7" w:rsidRPr="002F4204" w:rsidRDefault="00F478B7" w:rsidP="00F478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praca projektowa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8B7" w:rsidRPr="002F4204" w:rsidRDefault="00F478B7" w:rsidP="00F478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  <w:tr w:rsidR="00EE241E" w:rsidRPr="002F4204" w:rsidTr="00DD70A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1E" w:rsidRPr="002F4204" w:rsidRDefault="00EE241E" w:rsidP="00EE24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F420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F4204"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1E" w:rsidRPr="002F4204" w:rsidRDefault="00EE241E" w:rsidP="00EE24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kolokwium, wypowiedź studenta, dyskusja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1E" w:rsidRPr="002F4204" w:rsidRDefault="00EE241E" w:rsidP="00EE24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  <w:tr w:rsidR="00EE241E" w:rsidRPr="002F4204" w:rsidTr="00DD70A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1E" w:rsidRPr="002F4204" w:rsidRDefault="00EE241E" w:rsidP="00EE24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F420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F4204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1E" w:rsidRPr="002F4204" w:rsidRDefault="00EE241E" w:rsidP="00EE24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>kolokwium, wypowiedź studenta, dyskusja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41E" w:rsidRPr="002F4204" w:rsidRDefault="00EE241E" w:rsidP="00EE24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204">
              <w:rPr>
                <w:rFonts w:ascii="Corbel" w:hAnsi="Corbel"/>
                <w:b w:val="0"/>
                <w:szCs w:val="24"/>
              </w:rPr>
              <w:t xml:space="preserve">wykład </w:t>
            </w:r>
          </w:p>
        </w:tc>
      </w:tr>
    </w:tbl>
    <w:p w:rsidR="00923D7D" w:rsidRPr="002F420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2F4204" w:rsidRDefault="003E1941" w:rsidP="008D1A2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F4204">
        <w:rPr>
          <w:rFonts w:ascii="Corbel" w:hAnsi="Corbel"/>
          <w:smallCaps w:val="0"/>
          <w:szCs w:val="24"/>
        </w:rPr>
        <w:t xml:space="preserve">4.2 </w:t>
      </w:r>
      <w:r w:rsidR="0085747A" w:rsidRPr="002F420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F420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2F4204" w:rsidTr="00923D7D">
        <w:tc>
          <w:tcPr>
            <w:tcW w:w="9670" w:type="dxa"/>
          </w:tcPr>
          <w:p w:rsidR="009B2CDD" w:rsidRPr="002F4204" w:rsidRDefault="00F70D39" w:rsidP="00DD70A8">
            <w:pPr>
              <w:pStyle w:val="Punktygwne"/>
              <w:spacing w:before="0" w:after="0"/>
              <w:rPr>
                <w:rStyle w:val="wrtext"/>
                <w:rFonts w:ascii="Corbel" w:hAnsi="Corbel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DD70A8" w:rsidRPr="002F4204">
              <w:rPr>
                <w:rFonts w:ascii="Corbel" w:hAnsi="Corbel"/>
                <w:b w:val="0"/>
                <w:smallCaps w:val="0"/>
                <w:szCs w:val="24"/>
              </w:rPr>
              <w:t>wy</w:t>
            </w:r>
            <w:r w:rsidR="009B2CDD"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konanie pracy projektowej </w:t>
            </w:r>
            <w:r w:rsidR="00C5707C"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C5707C" w:rsidRPr="002F4204">
              <w:rPr>
                <w:rStyle w:val="wrtext"/>
                <w:rFonts w:ascii="Corbel" w:hAnsi="Corbel"/>
                <w:b w:val="0"/>
                <w:bCs/>
                <w:smallCaps w:val="0"/>
                <w:szCs w:val="24"/>
              </w:rPr>
              <w:t>pracy z osobą z zaburzeniami ze spektrum autyzmu</w:t>
            </w:r>
            <w:r w:rsidR="00C5707C" w:rsidRPr="002F4204">
              <w:rPr>
                <w:rStyle w:val="wrtext"/>
                <w:rFonts w:ascii="Corbel" w:hAnsi="Corbel"/>
                <w:szCs w:val="24"/>
              </w:rPr>
              <w:t>;</w:t>
            </w:r>
          </w:p>
          <w:p w:rsidR="00190D01" w:rsidRPr="002F4204" w:rsidRDefault="00190D01" w:rsidP="00DD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szCs w:val="24"/>
              </w:rPr>
              <w:t xml:space="preserve">- </w:t>
            </w:r>
            <w:r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aktywność i </w:t>
            </w:r>
            <w:proofErr w:type="spellStart"/>
            <w:r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>responsywność</w:t>
            </w:r>
            <w:proofErr w:type="spellEnd"/>
            <w:r w:rsidRPr="002F420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podczas wykładu problemowego;</w:t>
            </w:r>
          </w:p>
          <w:p w:rsidR="004A0C00" w:rsidRPr="002F4204" w:rsidRDefault="009B2C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>- uzyskan</w:t>
            </w:r>
            <w:r w:rsidR="004A0C00" w:rsidRPr="002F4204">
              <w:rPr>
                <w:rFonts w:ascii="Corbel" w:hAnsi="Corbel"/>
                <w:b w:val="0"/>
                <w:smallCaps w:val="0"/>
                <w:szCs w:val="24"/>
              </w:rPr>
              <w:t>ie pozytywnej oceny z kolokwium</w:t>
            </w:r>
            <w:r w:rsidR="000C5A6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C5A68" w:rsidRPr="00746C4E">
              <w:rPr>
                <w:rFonts w:ascii="Corbel" w:hAnsi="Corbel"/>
                <w:b w:val="0"/>
                <w:smallCaps w:val="0"/>
                <w:szCs w:val="24"/>
              </w:rPr>
              <w:t>oceniane w formie tradycyjn</w:t>
            </w:r>
            <w:r w:rsidR="00B226C3">
              <w:rPr>
                <w:rFonts w:ascii="Corbel" w:hAnsi="Corbel"/>
                <w:b w:val="0"/>
                <w:smallCaps w:val="0"/>
                <w:szCs w:val="24"/>
              </w:rPr>
              <w:t>ej:</w:t>
            </w:r>
            <w:r w:rsidR="000C5A68" w:rsidRPr="00746C4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0C5A68" w:rsidRPr="00746C4E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0C5A68" w:rsidRPr="00746C4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0C5A68" w:rsidRPr="00746C4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0C5A68" w:rsidRPr="00746C4E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0C5A68" w:rsidRPr="00746C4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0C5A68" w:rsidRPr="00746C4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0C5A68" w:rsidRPr="00746C4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0C5A68" w:rsidRPr="00746C4E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0C5A68" w:rsidRPr="00746C4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0C5A68" w:rsidRPr="00746C4E">
              <w:rPr>
                <w:rFonts w:ascii="Corbel" w:hAnsi="Corbel"/>
                <w:b w:val="0"/>
                <w:smallCaps w:val="0"/>
                <w:szCs w:val="24"/>
              </w:rPr>
              <w:t>, bdb</w:t>
            </w:r>
            <w:r w:rsidR="000C5A68" w:rsidRPr="00746C4E">
              <w:rPr>
                <w:rFonts w:ascii="Corbel" w:hAnsi="Corbel"/>
                <w:szCs w:val="24"/>
              </w:rPr>
              <w:t xml:space="preserve">.  </w:t>
            </w:r>
            <w:r w:rsidR="000C5A68" w:rsidRPr="006154E5">
              <w:rPr>
                <w:rFonts w:ascii="Corbel" w:hAnsi="Corbel"/>
                <w:b w:val="0"/>
                <w:bCs/>
                <w:szCs w:val="24"/>
              </w:rPr>
              <w:t>Kryteria oceniania: 50-59% - ocena dostateczna (3,0) ;  60-69% - ocena dostateczna plus (3,5); 70-79% - ocena dobra (4,0); 80-89% - ocena dobra plus (4,5);  90-100% - ocena bardzo dobra (5,0)</w:t>
            </w:r>
            <w:r w:rsidR="000C5A68" w:rsidRPr="00746C4E">
              <w:rPr>
                <w:rFonts w:ascii="Corbel" w:hAnsi="Corbel"/>
                <w:szCs w:val="24"/>
              </w:rPr>
              <w:t>.</w:t>
            </w:r>
          </w:p>
        </w:tc>
      </w:tr>
    </w:tbl>
    <w:p w:rsidR="009F4610" w:rsidRPr="002F4204" w:rsidRDefault="0085747A" w:rsidP="002F4204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2F420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2F420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F42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74"/>
        <w:gridCol w:w="4246"/>
      </w:tblGrid>
      <w:tr w:rsidR="0085747A" w:rsidRPr="002F4204" w:rsidTr="00471893">
        <w:tc>
          <w:tcPr>
            <w:tcW w:w="5274" w:type="dxa"/>
            <w:vAlign w:val="center"/>
          </w:tcPr>
          <w:p w:rsidR="0085747A" w:rsidRPr="002F420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420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F420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F420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:rsidR="0085747A" w:rsidRPr="002F420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420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F420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F42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F420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F4204" w:rsidTr="00471893">
        <w:tc>
          <w:tcPr>
            <w:tcW w:w="5274" w:type="dxa"/>
          </w:tcPr>
          <w:p w:rsidR="0085747A" w:rsidRPr="002F4204" w:rsidRDefault="00C61DC5" w:rsidP="00425F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G</w:t>
            </w:r>
            <w:r w:rsidR="0085747A" w:rsidRPr="002F420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2F420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2F420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F420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:rsidR="0085747A" w:rsidRPr="002F4204" w:rsidRDefault="00C66743" w:rsidP="004718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F4204" w:rsidTr="00471893">
        <w:tc>
          <w:tcPr>
            <w:tcW w:w="5274" w:type="dxa"/>
          </w:tcPr>
          <w:p w:rsidR="00C61DC5" w:rsidRPr="002F420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F420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F420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udział w konsultacjach</w:t>
            </w:r>
            <w:r w:rsidR="00356F38" w:rsidRPr="002F4204">
              <w:rPr>
                <w:rFonts w:ascii="Corbel" w:hAnsi="Corbel"/>
                <w:sz w:val="24"/>
                <w:szCs w:val="24"/>
              </w:rPr>
              <w:t>;</w:t>
            </w:r>
            <w:r w:rsidR="00471893" w:rsidRPr="002F4204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F38" w:rsidRPr="002F4204">
              <w:rPr>
                <w:rFonts w:ascii="Corbel" w:hAnsi="Corbel"/>
                <w:sz w:val="24"/>
                <w:szCs w:val="24"/>
              </w:rPr>
              <w:t>udział w kolokwium</w:t>
            </w:r>
          </w:p>
        </w:tc>
        <w:tc>
          <w:tcPr>
            <w:tcW w:w="4246" w:type="dxa"/>
          </w:tcPr>
          <w:p w:rsidR="00C61DC5" w:rsidRPr="002F4204" w:rsidRDefault="00C66743" w:rsidP="004718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F4204" w:rsidTr="00471893">
        <w:tc>
          <w:tcPr>
            <w:tcW w:w="5274" w:type="dxa"/>
          </w:tcPr>
          <w:p w:rsidR="0071620A" w:rsidRPr="002F420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F420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F420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2F420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DD70A8" w:rsidRPr="002F4204">
              <w:rPr>
                <w:rFonts w:ascii="Corbel" w:hAnsi="Corbel"/>
                <w:sz w:val="24"/>
                <w:szCs w:val="24"/>
              </w:rPr>
              <w:t xml:space="preserve"> studiowanie literatury</w:t>
            </w:r>
            <w:r w:rsidR="00245B9C" w:rsidRPr="002F4204">
              <w:rPr>
                <w:rFonts w:ascii="Corbel" w:hAnsi="Corbel"/>
                <w:sz w:val="24"/>
                <w:szCs w:val="24"/>
              </w:rPr>
              <w:t xml:space="preserve">, </w:t>
            </w:r>
            <w:r w:rsidR="00F3519B" w:rsidRPr="002F4204">
              <w:rPr>
                <w:rFonts w:ascii="Corbel" w:hAnsi="Corbel"/>
                <w:sz w:val="24"/>
                <w:szCs w:val="24"/>
              </w:rPr>
              <w:t>przygotowanie pracy projektowej, przygotowanie do kolokwium</w:t>
            </w:r>
          </w:p>
        </w:tc>
        <w:tc>
          <w:tcPr>
            <w:tcW w:w="4246" w:type="dxa"/>
          </w:tcPr>
          <w:p w:rsidR="00C61DC5" w:rsidRPr="002F4204" w:rsidRDefault="00471893" w:rsidP="004718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3</w:t>
            </w:r>
            <w:r w:rsidR="00C6674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2F4204" w:rsidTr="00471893">
        <w:tc>
          <w:tcPr>
            <w:tcW w:w="5274" w:type="dxa"/>
          </w:tcPr>
          <w:p w:rsidR="0085747A" w:rsidRPr="002F420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46" w:type="dxa"/>
          </w:tcPr>
          <w:p w:rsidR="0085747A" w:rsidRPr="002F4204" w:rsidRDefault="00471893" w:rsidP="004718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>5</w:t>
            </w:r>
            <w:r w:rsidR="00DD70A8" w:rsidRPr="002F420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2F4204" w:rsidTr="00471893">
        <w:tc>
          <w:tcPr>
            <w:tcW w:w="5274" w:type="dxa"/>
          </w:tcPr>
          <w:p w:rsidR="0085747A" w:rsidRPr="002F420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F420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:rsidR="0085747A" w:rsidRPr="002F4204" w:rsidRDefault="00DD70A8" w:rsidP="004718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420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2F4204" w:rsidRDefault="00923D7D" w:rsidP="00D17B2F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2F420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F4204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2F4204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2F4204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2F420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F420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4204">
        <w:rPr>
          <w:rFonts w:ascii="Corbel" w:hAnsi="Corbel"/>
          <w:smallCaps w:val="0"/>
          <w:szCs w:val="24"/>
        </w:rPr>
        <w:t xml:space="preserve">6. </w:t>
      </w:r>
      <w:r w:rsidR="0085747A" w:rsidRPr="002F4204">
        <w:rPr>
          <w:rFonts w:ascii="Corbel" w:hAnsi="Corbel"/>
          <w:smallCaps w:val="0"/>
          <w:szCs w:val="24"/>
        </w:rPr>
        <w:t>PRAKTYKI ZAWO</w:t>
      </w:r>
      <w:r w:rsidR="009D3F3B" w:rsidRPr="002F4204">
        <w:rPr>
          <w:rFonts w:ascii="Corbel" w:hAnsi="Corbel"/>
          <w:smallCaps w:val="0"/>
          <w:szCs w:val="24"/>
        </w:rPr>
        <w:t>DOWE W RAMACH PRZEDMIOTU</w:t>
      </w:r>
    </w:p>
    <w:p w:rsidR="0085747A" w:rsidRPr="002F420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82"/>
        <w:gridCol w:w="5415"/>
      </w:tblGrid>
      <w:tr w:rsidR="0085747A" w:rsidRPr="002F4204" w:rsidTr="00E86752">
        <w:trPr>
          <w:trHeight w:val="397"/>
        </w:trPr>
        <w:tc>
          <w:tcPr>
            <w:tcW w:w="4082" w:type="dxa"/>
          </w:tcPr>
          <w:p w:rsidR="0085747A" w:rsidRPr="002F420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2F4204" w:rsidRDefault="00E86752" w:rsidP="00E867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2F4204" w:rsidTr="00E86752">
        <w:trPr>
          <w:trHeight w:val="397"/>
        </w:trPr>
        <w:tc>
          <w:tcPr>
            <w:tcW w:w="4082" w:type="dxa"/>
          </w:tcPr>
          <w:p w:rsidR="0085747A" w:rsidRPr="002F420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2F4204" w:rsidRDefault="00E86752" w:rsidP="00E867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2F420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F420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F4204">
        <w:rPr>
          <w:rFonts w:ascii="Corbel" w:hAnsi="Corbel"/>
          <w:smallCaps w:val="0"/>
          <w:szCs w:val="24"/>
        </w:rPr>
        <w:t xml:space="preserve">7. </w:t>
      </w:r>
      <w:r w:rsidR="0085747A" w:rsidRPr="002F4204">
        <w:rPr>
          <w:rFonts w:ascii="Corbel" w:hAnsi="Corbel"/>
          <w:smallCaps w:val="0"/>
          <w:szCs w:val="24"/>
        </w:rPr>
        <w:t>LITERATURA</w:t>
      </w:r>
      <w:r w:rsidRPr="002F4204">
        <w:rPr>
          <w:rFonts w:ascii="Corbel" w:hAnsi="Corbel"/>
          <w:smallCaps w:val="0"/>
          <w:szCs w:val="24"/>
        </w:rPr>
        <w:t xml:space="preserve"> </w:t>
      </w:r>
    </w:p>
    <w:p w:rsidR="00675843" w:rsidRPr="002F420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85747A" w:rsidRPr="002F4204" w:rsidTr="00E86752">
        <w:trPr>
          <w:trHeight w:val="397"/>
        </w:trPr>
        <w:tc>
          <w:tcPr>
            <w:tcW w:w="9497" w:type="dxa"/>
          </w:tcPr>
          <w:p w:rsidR="0085747A" w:rsidRPr="002F4204" w:rsidRDefault="0085747A" w:rsidP="00D17B2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F420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D70A8" w:rsidRPr="002F4204" w:rsidRDefault="00DD70A8" w:rsidP="00D17B2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Bers R., </w:t>
            </w:r>
            <w:proofErr w:type="spellStart"/>
            <w:r w:rsidRPr="002F4204">
              <w:rPr>
                <w:rFonts w:ascii="Corbel" w:hAnsi="Corbel"/>
                <w:b w:val="0"/>
                <w:smallCaps w:val="0"/>
                <w:szCs w:val="24"/>
              </w:rPr>
              <w:t>Rose</w:t>
            </w:r>
            <w:proofErr w:type="spellEnd"/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 R.: </w:t>
            </w:r>
            <w:r w:rsidRPr="002F4204">
              <w:rPr>
                <w:rFonts w:ascii="Corbel" w:hAnsi="Corbel"/>
                <w:b w:val="0"/>
                <w:i/>
                <w:smallCaps w:val="0"/>
                <w:szCs w:val="24"/>
              </w:rPr>
              <w:t>Jak zaplanować pracę z dziećmi o specjalnych potrzebach edukacyjnych</w:t>
            </w:r>
            <w:r w:rsidRPr="002F4204">
              <w:rPr>
                <w:rFonts w:ascii="Corbel" w:hAnsi="Corbel"/>
                <w:b w:val="0"/>
                <w:smallCaps w:val="0"/>
                <w:szCs w:val="24"/>
              </w:rPr>
              <w:t>, APS, Warszawa 2002.</w:t>
            </w:r>
          </w:p>
          <w:p w:rsidR="00D17B2F" w:rsidRPr="002F4204" w:rsidRDefault="00D17B2F" w:rsidP="00D17B2F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D70A8" w:rsidRPr="002F4204" w:rsidRDefault="00DD70A8" w:rsidP="00D17B2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F420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Frith</w:t>
            </w:r>
            <w:proofErr w:type="spellEnd"/>
            <w:r w:rsidRPr="002F420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U. (2008). </w:t>
            </w:r>
            <w:r w:rsidRPr="002F4204">
              <w:rPr>
                <w:rFonts w:ascii="Corbel" w:eastAsia="Times New Roman" w:hAnsi="Corbel"/>
                <w:b w:val="0"/>
                <w:i/>
                <w:smallCaps w:val="0"/>
                <w:szCs w:val="24"/>
                <w:lang w:eastAsia="pl-PL"/>
              </w:rPr>
              <w:t>Autyzm: Wyjaśnienie tajemnicy</w:t>
            </w:r>
            <w:r w:rsidRPr="002F420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 Gdańsk: GWP.</w:t>
            </w:r>
          </w:p>
          <w:p w:rsidR="00D17B2F" w:rsidRPr="002F4204" w:rsidRDefault="00D17B2F" w:rsidP="00D17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D70A8" w:rsidRPr="002F4204" w:rsidRDefault="00DD70A8" w:rsidP="00D17B2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F420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Grandin</w:t>
            </w:r>
            <w:proofErr w:type="spellEnd"/>
            <w:r w:rsidRPr="002F420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T. (2006). </w:t>
            </w:r>
            <w:r w:rsidRPr="002F4204">
              <w:rPr>
                <w:rFonts w:ascii="Corbel" w:eastAsia="Times New Roman" w:hAnsi="Corbel"/>
                <w:b w:val="0"/>
                <w:i/>
                <w:smallCaps w:val="0"/>
                <w:szCs w:val="24"/>
                <w:lang w:eastAsia="pl-PL"/>
              </w:rPr>
              <w:t>Myślenie obrazami oraz inne relacje z życia z autyzmem</w:t>
            </w:r>
            <w:r w:rsidRPr="002F420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 Warszawa: Fraszka Edukacyjna.</w:t>
            </w:r>
          </w:p>
          <w:p w:rsidR="00D17B2F" w:rsidRPr="002F4204" w:rsidRDefault="00D17B2F" w:rsidP="00D17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D70A8" w:rsidRPr="002F4204" w:rsidRDefault="00DD70A8" w:rsidP="00D17B2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E.: </w:t>
            </w:r>
            <w:r w:rsidRPr="002F4204">
              <w:rPr>
                <w:rFonts w:ascii="Corbel" w:hAnsi="Corbel"/>
                <w:b w:val="0"/>
                <w:i/>
                <w:smallCaps w:val="0"/>
                <w:szCs w:val="24"/>
              </w:rPr>
              <w:t>Dzieci ze specyficznymi trudnościami w uczeniu się matematyki,</w:t>
            </w: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F4204">
              <w:rPr>
                <w:rFonts w:ascii="Corbel" w:hAnsi="Corbel"/>
                <w:b w:val="0"/>
                <w:smallCaps w:val="0"/>
                <w:szCs w:val="24"/>
              </w:rPr>
              <w:t>WSiP</w:t>
            </w:r>
            <w:proofErr w:type="spellEnd"/>
            <w:r w:rsidRPr="002F4204">
              <w:rPr>
                <w:rFonts w:ascii="Corbel" w:hAnsi="Corbel"/>
                <w:b w:val="0"/>
                <w:smallCaps w:val="0"/>
                <w:szCs w:val="24"/>
              </w:rPr>
              <w:t>, Warszawa, 2004.</w:t>
            </w:r>
          </w:p>
          <w:p w:rsidR="00D17B2F" w:rsidRPr="002F4204" w:rsidRDefault="00D17B2F" w:rsidP="00D17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D70A8" w:rsidRPr="002F4204" w:rsidRDefault="00DD70A8" w:rsidP="00D17B2F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Kruszewski K.: </w:t>
            </w:r>
            <w:r w:rsidRPr="002F4204">
              <w:rPr>
                <w:rFonts w:ascii="Corbel" w:hAnsi="Corbel"/>
                <w:b w:val="0"/>
                <w:i/>
                <w:smallCaps w:val="0"/>
                <w:szCs w:val="24"/>
              </w:rPr>
              <w:t>Gry dydaktyczne.</w:t>
            </w: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 W: K. Kruszewski (red.): Sztuka nauczania. Czynności nauczyciela, PWN, Warszawa 2004.</w:t>
            </w:r>
          </w:p>
          <w:p w:rsidR="00D17B2F" w:rsidRPr="002F4204" w:rsidRDefault="00D17B2F" w:rsidP="00D17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226C3" w:rsidRPr="00B226C3" w:rsidRDefault="00DD70A8" w:rsidP="00B226C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Wyczesany J.: </w:t>
            </w:r>
            <w:r w:rsidRPr="002F4204">
              <w:rPr>
                <w:rFonts w:ascii="Corbel" w:hAnsi="Corbel"/>
                <w:b w:val="0"/>
                <w:i/>
                <w:smallCaps w:val="0"/>
                <w:szCs w:val="24"/>
              </w:rPr>
              <w:t>Dydaktyka specjalna. Wybrane zagadnienia,</w:t>
            </w: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 Harmonia </w:t>
            </w:r>
            <w:proofErr w:type="spellStart"/>
            <w:r w:rsidRPr="002F4204">
              <w:rPr>
                <w:rFonts w:ascii="Corbel" w:hAnsi="Corbel"/>
                <w:b w:val="0"/>
                <w:smallCaps w:val="0"/>
                <w:szCs w:val="24"/>
              </w:rPr>
              <w:t>Universalis</w:t>
            </w:r>
            <w:proofErr w:type="spellEnd"/>
            <w:r w:rsidRPr="002F4204">
              <w:rPr>
                <w:rFonts w:ascii="Corbel" w:hAnsi="Corbel"/>
                <w:b w:val="0"/>
                <w:smallCaps w:val="0"/>
                <w:szCs w:val="24"/>
              </w:rPr>
              <w:t>, Gdańsk, 2014.</w:t>
            </w:r>
          </w:p>
        </w:tc>
      </w:tr>
      <w:tr w:rsidR="0085747A" w:rsidRPr="002F4204" w:rsidTr="00E86752">
        <w:trPr>
          <w:trHeight w:val="397"/>
        </w:trPr>
        <w:tc>
          <w:tcPr>
            <w:tcW w:w="9497" w:type="dxa"/>
          </w:tcPr>
          <w:p w:rsidR="0085747A" w:rsidRPr="002F4204" w:rsidRDefault="0085747A" w:rsidP="00D17B2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F420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17B2F" w:rsidRPr="002F4204" w:rsidRDefault="00DD70A8" w:rsidP="00D17B2F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F42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Pisula E. (2010). </w:t>
            </w:r>
            <w:r w:rsidRPr="002F420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Autyzm. Przyczyny, symptomy, terapia.</w:t>
            </w:r>
            <w:r w:rsidRPr="002F42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Gdańsk: Harmonia.</w:t>
            </w:r>
          </w:p>
          <w:p w:rsidR="00D17B2F" w:rsidRPr="002F4204" w:rsidRDefault="00D17B2F" w:rsidP="00D17B2F">
            <w:pPr>
              <w:spacing w:after="0" w:line="240" w:lineRule="auto"/>
              <w:ind w:left="72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DD70A8" w:rsidRPr="002F4204" w:rsidRDefault="00DD70A8" w:rsidP="00D17B2F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F42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Pisula E. (1012). Autyzm. </w:t>
            </w:r>
            <w:r w:rsidRPr="002F420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Od badań mózgu do praktyki psychologicznej</w:t>
            </w:r>
            <w:r w:rsidRPr="002F4204">
              <w:rPr>
                <w:rFonts w:ascii="Corbel" w:eastAsia="Times New Roman" w:hAnsi="Corbel"/>
                <w:sz w:val="24"/>
                <w:szCs w:val="24"/>
                <w:lang w:eastAsia="pl-PL"/>
              </w:rPr>
              <w:t>. Warszawa: GWP.</w:t>
            </w:r>
          </w:p>
          <w:p w:rsidR="00D17B2F" w:rsidRPr="002F4204" w:rsidRDefault="00D17B2F" w:rsidP="00D17B2F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:rsidR="00DD70A8" w:rsidRPr="002F4204" w:rsidRDefault="00DD70A8" w:rsidP="00D17B2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Baranowicz K.: </w:t>
            </w:r>
            <w:proofErr w:type="spellStart"/>
            <w:r w:rsidRPr="002F4204">
              <w:rPr>
                <w:rFonts w:ascii="Corbel" w:hAnsi="Corbel"/>
                <w:b w:val="0"/>
                <w:i/>
                <w:smallCaps w:val="0"/>
                <w:szCs w:val="24"/>
              </w:rPr>
              <w:t>Pozadydaktyczne</w:t>
            </w:r>
            <w:proofErr w:type="spellEnd"/>
            <w:r w:rsidRPr="002F420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efekty edukacji integracyjnej dzieci niepełnosprawnych</w:t>
            </w:r>
            <w:r w:rsidRPr="002F4204">
              <w:rPr>
                <w:rFonts w:ascii="Corbel" w:hAnsi="Corbel"/>
                <w:b w:val="0"/>
                <w:smallCaps w:val="0"/>
                <w:szCs w:val="24"/>
              </w:rPr>
              <w:t>, Wydawnictwo Uniwersytetu Łódzkiego, Łódź, 2006</w:t>
            </w:r>
          </w:p>
          <w:p w:rsidR="00D17B2F" w:rsidRPr="002F4204" w:rsidRDefault="00D17B2F" w:rsidP="00D17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D70A8" w:rsidRPr="002F4204" w:rsidRDefault="00DD70A8" w:rsidP="00D17B2F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F4204">
              <w:rPr>
                <w:rFonts w:ascii="Corbel" w:hAnsi="Corbel"/>
                <w:b w:val="0"/>
                <w:smallCaps w:val="0"/>
                <w:szCs w:val="24"/>
              </w:rPr>
              <w:t>Głodkowska</w:t>
            </w:r>
            <w:proofErr w:type="spellEnd"/>
            <w:r w:rsidRPr="002F4204">
              <w:rPr>
                <w:rFonts w:ascii="Corbel" w:hAnsi="Corbel"/>
                <w:b w:val="0"/>
                <w:smallCaps w:val="0"/>
                <w:szCs w:val="24"/>
              </w:rPr>
              <w:t xml:space="preserve"> J. (red.): </w:t>
            </w:r>
            <w:r w:rsidRPr="002F4204">
              <w:rPr>
                <w:rFonts w:ascii="Corbel" w:hAnsi="Corbel"/>
                <w:b w:val="0"/>
                <w:i/>
                <w:smallCaps w:val="0"/>
                <w:szCs w:val="24"/>
              </w:rPr>
              <w:t>Dydaktyka specjalna w przygotowaniu do kształcenia uczniów ze specjalnymi potrzebami edukacyjnymi: podręcznik akademicki</w:t>
            </w:r>
            <w:r w:rsidRPr="002F4204">
              <w:rPr>
                <w:rFonts w:ascii="Corbel" w:hAnsi="Corbel"/>
                <w:b w:val="0"/>
                <w:smallCaps w:val="0"/>
                <w:szCs w:val="24"/>
              </w:rPr>
              <w:t>, APS, Warszawa 2010.</w:t>
            </w:r>
          </w:p>
          <w:p w:rsidR="00D17B2F" w:rsidRPr="002F4204" w:rsidRDefault="00D17B2F" w:rsidP="00D17B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D70A8" w:rsidRPr="002F4204" w:rsidRDefault="00DD70A8" w:rsidP="00D17B2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F4204">
              <w:rPr>
                <w:rFonts w:ascii="Corbel" w:hAnsi="Corbel"/>
                <w:sz w:val="24"/>
                <w:szCs w:val="24"/>
              </w:rPr>
              <w:t>Jadczak</w:t>
            </w:r>
            <w:proofErr w:type="spellEnd"/>
            <w:r w:rsidRPr="002F4204">
              <w:rPr>
                <w:rFonts w:ascii="Corbel" w:hAnsi="Corbel"/>
                <w:sz w:val="24"/>
                <w:szCs w:val="24"/>
              </w:rPr>
              <w:t xml:space="preserve"> M. (red.): </w:t>
            </w:r>
            <w:r w:rsidRPr="002F4204">
              <w:rPr>
                <w:rFonts w:ascii="Corbel" w:hAnsi="Corbel"/>
                <w:i/>
                <w:sz w:val="24"/>
                <w:szCs w:val="24"/>
              </w:rPr>
              <w:t>Interaktywne metody nauczania z przykładowymi konspektami w nauczaniu przedmiotów na poziomie szkoły wolej i gimnazjum oraz szkoły zawodowej i średniej.</w:t>
            </w:r>
            <w:r w:rsidRPr="002F4204">
              <w:rPr>
                <w:rFonts w:ascii="Corbel" w:hAnsi="Corbel"/>
                <w:sz w:val="24"/>
                <w:szCs w:val="24"/>
              </w:rPr>
              <w:t xml:space="preserve"> Opracowanie zbiorowe, </w:t>
            </w:r>
            <w:proofErr w:type="spellStart"/>
            <w:r w:rsidRPr="002F4204">
              <w:rPr>
                <w:rFonts w:ascii="Corbel" w:hAnsi="Corbel"/>
                <w:sz w:val="24"/>
                <w:szCs w:val="24"/>
              </w:rPr>
              <w:t>Bea-Bleja</w:t>
            </w:r>
            <w:proofErr w:type="spellEnd"/>
            <w:r w:rsidRPr="002F4204">
              <w:rPr>
                <w:rFonts w:ascii="Corbel" w:hAnsi="Corbel"/>
                <w:sz w:val="24"/>
                <w:szCs w:val="24"/>
              </w:rPr>
              <w:t>, Toruń, 2001.</w:t>
            </w:r>
          </w:p>
          <w:p w:rsidR="00D17B2F" w:rsidRPr="002F4204" w:rsidRDefault="00D17B2F" w:rsidP="00D17B2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D70A8" w:rsidRPr="002F4204" w:rsidRDefault="00DD70A8" w:rsidP="00D17B2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 xml:space="preserve">Radziwiłowicz M., Radziwiłowicz R.: </w:t>
            </w:r>
            <w:r w:rsidRPr="002F4204">
              <w:rPr>
                <w:rFonts w:ascii="Corbel" w:hAnsi="Corbel"/>
                <w:i/>
                <w:sz w:val="24"/>
                <w:szCs w:val="24"/>
              </w:rPr>
              <w:t>Metoda zadaniowo-sytuacyjna w nauczaniu początkowym</w:t>
            </w:r>
            <w:r w:rsidRPr="002F420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2F4204">
              <w:rPr>
                <w:rFonts w:ascii="Corbel" w:hAnsi="Corbel"/>
                <w:sz w:val="24"/>
                <w:szCs w:val="24"/>
              </w:rPr>
              <w:t>WSiP</w:t>
            </w:r>
            <w:proofErr w:type="spellEnd"/>
            <w:r w:rsidRPr="002F4204">
              <w:rPr>
                <w:rFonts w:ascii="Corbel" w:hAnsi="Corbel"/>
                <w:sz w:val="24"/>
                <w:szCs w:val="24"/>
              </w:rPr>
              <w:t>, Warszawa 1991.</w:t>
            </w:r>
          </w:p>
          <w:p w:rsidR="00D17B2F" w:rsidRPr="002F4204" w:rsidRDefault="00D17B2F" w:rsidP="00D17B2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D70A8" w:rsidRPr="002F4204" w:rsidRDefault="00DD70A8" w:rsidP="00D17B2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4204">
              <w:rPr>
                <w:rFonts w:ascii="Corbel" w:hAnsi="Corbel"/>
                <w:sz w:val="24"/>
                <w:szCs w:val="24"/>
              </w:rPr>
              <w:t xml:space="preserve">Szczygieł B.: </w:t>
            </w:r>
            <w:r w:rsidRPr="002F4204">
              <w:rPr>
                <w:rFonts w:ascii="Corbel" w:hAnsi="Corbel"/>
                <w:i/>
                <w:sz w:val="24"/>
                <w:szCs w:val="24"/>
              </w:rPr>
              <w:t>Jak pracować z dzieckiem niepełnosprawnym? Konstruowanie programu zajęć. Organizowanie klasy integracyjnej. Konspekty zajęć.</w:t>
            </w:r>
            <w:r w:rsidRPr="002F4204">
              <w:rPr>
                <w:rFonts w:ascii="Corbel" w:hAnsi="Corbel"/>
                <w:sz w:val="24"/>
                <w:szCs w:val="24"/>
              </w:rPr>
              <w:t xml:space="preserve"> Wyd. Impuls, Kraków 2007.</w:t>
            </w:r>
          </w:p>
        </w:tc>
      </w:tr>
    </w:tbl>
    <w:p w:rsidR="0085747A" w:rsidRPr="002F420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F420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F4204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2F420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86752" w:rsidRPr="002F4204" w:rsidRDefault="00E8675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86752" w:rsidRPr="002F4204" w:rsidRDefault="00E86752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86752" w:rsidRPr="002F4204" w:rsidRDefault="00E86752" w:rsidP="00E86752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E86752" w:rsidRPr="002F420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9D5" w:rsidRDefault="00F109D5" w:rsidP="00C16ABF">
      <w:pPr>
        <w:spacing w:after="0" w:line="240" w:lineRule="auto"/>
      </w:pPr>
      <w:r>
        <w:separator/>
      </w:r>
    </w:p>
  </w:endnote>
  <w:endnote w:type="continuationSeparator" w:id="0">
    <w:p w:rsidR="00F109D5" w:rsidRDefault="00F109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9D5" w:rsidRDefault="00F109D5" w:rsidP="00C16ABF">
      <w:pPr>
        <w:spacing w:after="0" w:line="240" w:lineRule="auto"/>
      </w:pPr>
      <w:r>
        <w:separator/>
      </w:r>
    </w:p>
  </w:footnote>
  <w:footnote w:type="continuationSeparator" w:id="0">
    <w:p w:rsidR="00F109D5" w:rsidRDefault="00F109D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29F0"/>
    <w:multiLevelType w:val="hybridMultilevel"/>
    <w:tmpl w:val="4AC84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67A65"/>
    <w:multiLevelType w:val="hybridMultilevel"/>
    <w:tmpl w:val="A62A2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558E2"/>
    <w:multiLevelType w:val="hybridMultilevel"/>
    <w:tmpl w:val="1C2E5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646FEF"/>
    <w:multiLevelType w:val="hybridMultilevel"/>
    <w:tmpl w:val="F42E0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B818DD"/>
    <w:multiLevelType w:val="hybridMultilevel"/>
    <w:tmpl w:val="FD368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18C7"/>
    <w:rsid w:val="00022ECE"/>
    <w:rsid w:val="00042A51"/>
    <w:rsid w:val="00042D2E"/>
    <w:rsid w:val="00044C82"/>
    <w:rsid w:val="00070ED6"/>
    <w:rsid w:val="000742DC"/>
    <w:rsid w:val="00076DB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A68"/>
    <w:rsid w:val="000D04B0"/>
    <w:rsid w:val="000F1C57"/>
    <w:rsid w:val="000F5615"/>
    <w:rsid w:val="00124BFF"/>
    <w:rsid w:val="0012560E"/>
    <w:rsid w:val="00127108"/>
    <w:rsid w:val="00134B13"/>
    <w:rsid w:val="00136A9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0D01"/>
    <w:rsid w:val="00192F37"/>
    <w:rsid w:val="001A047C"/>
    <w:rsid w:val="001A70D2"/>
    <w:rsid w:val="001D657B"/>
    <w:rsid w:val="001D7B54"/>
    <w:rsid w:val="001E0209"/>
    <w:rsid w:val="001E0729"/>
    <w:rsid w:val="001F2CA2"/>
    <w:rsid w:val="002144C0"/>
    <w:rsid w:val="002153B1"/>
    <w:rsid w:val="0022477D"/>
    <w:rsid w:val="002278A9"/>
    <w:rsid w:val="00231CBC"/>
    <w:rsid w:val="002336F9"/>
    <w:rsid w:val="0024028F"/>
    <w:rsid w:val="002432C7"/>
    <w:rsid w:val="00244ABC"/>
    <w:rsid w:val="00245B9C"/>
    <w:rsid w:val="00253297"/>
    <w:rsid w:val="00277019"/>
    <w:rsid w:val="00281FF2"/>
    <w:rsid w:val="002857DE"/>
    <w:rsid w:val="00291567"/>
    <w:rsid w:val="002926D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204"/>
    <w:rsid w:val="002F4ABE"/>
    <w:rsid w:val="003018BA"/>
    <w:rsid w:val="0030395F"/>
    <w:rsid w:val="00305C92"/>
    <w:rsid w:val="003151C5"/>
    <w:rsid w:val="003343CF"/>
    <w:rsid w:val="00340C64"/>
    <w:rsid w:val="00346FE9"/>
    <w:rsid w:val="0034759A"/>
    <w:rsid w:val="003503F6"/>
    <w:rsid w:val="003530DD"/>
    <w:rsid w:val="00356F38"/>
    <w:rsid w:val="00363F78"/>
    <w:rsid w:val="00364024"/>
    <w:rsid w:val="00392C68"/>
    <w:rsid w:val="003A0A5B"/>
    <w:rsid w:val="003A1176"/>
    <w:rsid w:val="003B1D36"/>
    <w:rsid w:val="003C0BAE"/>
    <w:rsid w:val="003D18A9"/>
    <w:rsid w:val="003D411E"/>
    <w:rsid w:val="003D6CE2"/>
    <w:rsid w:val="003E1941"/>
    <w:rsid w:val="003E2FE6"/>
    <w:rsid w:val="003E49D5"/>
    <w:rsid w:val="003F205D"/>
    <w:rsid w:val="003F3149"/>
    <w:rsid w:val="003F38C0"/>
    <w:rsid w:val="00414E3C"/>
    <w:rsid w:val="0042244A"/>
    <w:rsid w:val="00425FBD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893"/>
    <w:rsid w:val="0047598D"/>
    <w:rsid w:val="004840FD"/>
    <w:rsid w:val="00490F7D"/>
    <w:rsid w:val="00491678"/>
    <w:rsid w:val="004968E2"/>
    <w:rsid w:val="004A0C00"/>
    <w:rsid w:val="004A3EEA"/>
    <w:rsid w:val="004A4D1F"/>
    <w:rsid w:val="004D5282"/>
    <w:rsid w:val="004F1551"/>
    <w:rsid w:val="004F55A3"/>
    <w:rsid w:val="0050496F"/>
    <w:rsid w:val="00513B6F"/>
    <w:rsid w:val="00517C63"/>
    <w:rsid w:val="00523A83"/>
    <w:rsid w:val="00530EDE"/>
    <w:rsid w:val="005363C4"/>
    <w:rsid w:val="00536BDE"/>
    <w:rsid w:val="00543ACC"/>
    <w:rsid w:val="0056538D"/>
    <w:rsid w:val="0056696D"/>
    <w:rsid w:val="00571F2A"/>
    <w:rsid w:val="0057279C"/>
    <w:rsid w:val="0059484D"/>
    <w:rsid w:val="005A0855"/>
    <w:rsid w:val="005A3196"/>
    <w:rsid w:val="005C0458"/>
    <w:rsid w:val="005C080F"/>
    <w:rsid w:val="005C4B6D"/>
    <w:rsid w:val="005C55E5"/>
    <w:rsid w:val="005C696A"/>
    <w:rsid w:val="005E6E85"/>
    <w:rsid w:val="005F093D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C9F"/>
    <w:rsid w:val="00696477"/>
    <w:rsid w:val="006D050F"/>
    <w:rsid w:val="006D0B9D"/>
    <w:rsid w:val="006D13B4"/>
    <w:rsid w:val="006D6139"/>
    <w:rsid w:val="006E2547"/>
    <w:rsid w:val="006E5D65"/>
    <w:rsid w:val="006F1282"/>
    <w:rsid w:val="006F1FBC"/>
    <w:rsid w:val="006F31E2"/>
    <w:rsid w:val="006F69E9"/>
    <w:rsid w:val="00706544"/>
    <w:rsid w:val="007072BA"/>
    <w:rsid w:val="007074C8"/>
    <w:rsid w:val="0071620A"/>
    <w:rsid w:val="00724677"/>
    <w:rsid w:val="00725459"/>
    <w:rsid w:val="007327BD"/>
    <w:rsid w:val="00734608"/>
    <w:rsid w:val="00736260"/>
    <w:rsid w:val="00745302"/>
    <w:rsid w:val="007461D6"/>
    <w:rsid w:val="00746EC8"/>
    <w:rsid w:val="00763BF1"/>
    <w:rsid w:val="00766FD4"/>
    <w:rsid w:val="007710BF"/>
    <w:rsid w:val="007765F9"/>
    <w:rsid w:val="0078082B"/>
    <w:rsid w:val="0078168C"/>
    <w:rsid w:val="00784975"/>
    <w:rsid w:val="007854E3"/>
    <w:rsid w:val="00787C2A"/>
    <w:rsid w:val="00790E27"/>
    <w:rsid w:val="007A265C"/>
    <w:rsid w:val="007A4022"/>
    <w:rsid w:val="007A4A4B"/>
    <w:rsid w:val="007A6E6E"/>
    <w:rsid w:val="007B7FDF"/>
    <w:rsid w:val="007C3299"/>
    <w:rsid w:val="007C3BCC"/>
    <w:rsid w:val="007C4546"/>
    <w:rsid w:val="007D6E56"/>
    <w:rsid w:val="007E06CB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6CFE"/>
    <w:rsid w:val="008B4262"/>
    <w:rsid w:val="008C0898"/>
    <w:rsid w:val="008C0CC0"/>
    <w:rsid w:val="008C19A9"/>
    <w:rsid w:val="008C379D"/>
    <w:rsid w:val="008C5147"/>
    <w:rsid w:val="008C5359"/>
    <w:rsid w:val="008C5363"/>
    <w:rsid w:val="008D1A23"/>
    <w:rsid w:val="008D3DFB"/>
    <w:rsid w:val="008E64F4"/>
    <w:rsid w:val="008F12C9"/>
    <w:rsid w:val="008F6E29"/>
    <w:rsid w:val="00916188"/>
    <w:rsid w:val="00923D7D"/>
    <w:rsid w:val="00933E81"/>
    <w:rsid w:val="009434CE"/>
    <w:rsid w:val="009508DF"/>
    <w:rsid w:val="00950DAC"/>
    <w:rsid w:val="00954A07"/>
    <w:rsid w:val="00962F34"/>
    <w:rsid w:val="009659F8"/>
    <w:rsid w:val="00985C85"/>
    <w:rsid w:val="00997F14"/>
    <w:rsid w:val="009A78D9"/>
    <w:rsid w:val="009B2CDD"/>
    <w:rsid w:val="009C3E31"/>
    <w:rsid w:val="009C54AE"/>
    <w:rsid w:val="009C788E"/>
    <w:rsid w:val="009D3F3B"/>
    <w:rsid w:val="009D770F"/>
    <w:rsid w:val="009E0543"/>
    <w:rsid w:val="009E3B41"/>
    <w:rsid w:val="009F3C5C"/>
    <w:rsid w:val="009F4610"/>
    <w:rsid w:val="00A00ECC"/>
    <w:rsid w:val="00A155EE"/>
    <w:rsid w:val="00A2245B"/>
    <w:rsid w:val="00A229E9"/>
    <w:rsid w:val="00A30110"/>
    <w:rsid w:val="00A33FC0"/>
    <w:rsid w:val="00A36899"/>
    <w:rsid w:val="00A371F6"/>
    <w:rsid w:val="00A43BF6"/>
    <w:rsid w:val="00A53FA5"/>
    <w:rsid w:val="00A54817"/>
    <w:rsid w:val="00A601C8"/>
    <w:rsid w:val="00A60799"/>
    <w:rsid w:val="00A640D0"/>
    <w:rsid w:val="00A76B3B"/>
    <w:rsid w:val="00A84C85"/>
    <w:rsid w:val="00A97DE1"/>
    <w:rsid w:val="00AB053C"/>
    <w:rsid w:val="00AB7157"/>
    <w:rsid w:val="00AD1146"/>
    <w:rsid w:val="00AD27D3"/>
    <w:rsid w:val="00AD386B"/>
    <w:rsid w:val="00AD66D6"/>
    <w:rsid w:val="00AE1160"/>
    <w:rsid w:val="00AE203C"/>
    <w:rsid w:val="00AE2E74"/>
    <w:rsid w:val="00AE5FCB"/>
    <w:rsid w:val="00AF2C1E"/>
    <w:rsid w:val="00B06142"/>
    <w:rsid w:val="00B135B1"/>
    <w:rsid w:val="00B226C3"/>
    <w:rsid w:val="00B2401A"/>
    <w:rsid w:val="00B3130B"/>
    <w:rsid w:val="00B40ADB"/>
    <w:rsid w:val="00B43B77"/>
    <w:rsid w:val="00B43E80"/>
    <w:rsid w:val="00B55893"/>
    <w:rsid w:val="00B607DB"/>
    <w:rsid w:val="00B66529"/>
    <w:rsid w:val="00B75946"/>
    <w:rsid w:val="00B75E73"/>
    <w:rsid w:val="00B8056E"/>
    <w:rsid w:val="00B819C8"/>
    <w:rsid w:val="00B82308"/>
    <w:rsid w:val="00B853B6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5D5"/>
    <w:rsid w:val="00C26CB7"/>
    <w:rsid w:val="00C324C1"/>
    <w:rsid w:val="00C36992"/>
    <w:rsid w:val="00C56036"/>
    <w:rsid w:val="00C5707C"/>
    <w:rsid w:val="00C61DC5"/>
    <w:rsid w:val="00C66743"/>
    <w:rsid w:val="00C67E92"/>
    <w:rsid w:val="00C70A26"/>
    <w:rsid w:val="00C766DF"/>
    <w:rsid w:val="00C911B9"/>
    <w:rsid w:val="00C923B5"/>
    <w:rsid w:val="00C94B98"/>
    <w:rsid w:val="00CA2B96"/>
    <w:rsid w:val="00CA5089"/>
    <w:rsid w:val="00CB6360"/>
    <w:rsid w:val="00CD6897"/>
    <w:rsid w:val="00CE5BAC"/>
    <w:rsid w:val="00CF25BE"/>
    <w:rsid w:val="00CF78ED"/>
    <w:rsid w:val="00D02B25"/>
    <w:rsid w:val="00D02EBA"/>
    <w:rsid w:val="00D17B2F"/>
    <w:rsid w:val="00D17C3C"/>
    <w:rsid w:val="00D20C0E"/>
    <w:rsid w:val="00D26B2C"/>
    <w:rsid w:val="00D352C9"/>
    <w:rsid w:val="00D425B2"/>
    <w:rsid w:val="00D428D6"/>
    <w:rsid w:val="00D552B2"/>
    <w:rsid w:val="00D608D1"/>
    <w:rsid w:val="00D64AF0"/>
    <w:rsid w:val="00D74119"/>
    <w:rsid w:val="00D8075B"/>
    <w:rsid w:val="00D8678B"/>
    <w:rsid w:val="00D86BFE"/>
    <w:rsid w:val="00DA2114"/>
    <w:rsid w:val="00DD70A8"/>
    <w:rsid w:val="00DE09C0"/>
    <w:rsid w:val="00DE4A14"/>
    <w:rsid w:val="00DF320D"/>
    <w:rsid w:val="00DF71C8"/>
    <w:rsid w:val="00E05A8D"/>
    <w:rsid w:val="00E129B8"/>
    <w:rsid w:val="00E214FC"/>
    <w:rsid w:val="00E21E7D"/>
    <w:rsid w:val="00E22FBC"/>
    <w:rsid w:val="00E24BF5"/>
    <w:rsid w:val="00E25338"/>
    <w:rsid w:val="00E51E44"/>
    <w:rsid w:val="00E63348"/>
    <w:rsid w:val="00E666D9"/>
    <w:rsid w:val="00E742AA"/>
    <w:rsid w:val="00E77E88"/>
    <w:rsid w:val="00E8107D"/>
    <w:rsid w:val="00E83749"/>
    <w:rsid w:val="00E86752"/>
    <w:rsid w:val="00E960BB"/>
    <w:rsid w:val="00EA2074"/>
    <w:rsid w:val="00EA4832"/>
    <w:rsid w:val="00EA4E9D"/>
    <w:rsid w:val="00EC4899"/>
    <w:rsid w:val="00ED03AB"/>
    <w:rsid w:val="00ED32D2"/>
    <w:rsid w:val="00ED54C6"/>
    <w:rsid w:val="00EE241E"/>
    <w:rsid w:val="00EE32DE"/>
    <w:rsid w:val="00EE5457"/>
    <w:rsid w:val="00EF2A01"/>
    <w:rsid w:val="00F070AB"/>
    <w:rsid w:val="00F109D5"/>
    <w:rsid w:val="00F11C57"/>
    <w:rsid w:val="00F12AFD"/>
    <w:rsid w:val="00F17567"/>
    <w:rsid w:val="00F27A7B"/>
    <w:rsid w:val="00F3519B"/>
    <w:rsid w:val="00F478B7"/>
    <w:rsid w:val="00F526AF"/>
    <w:rsid w:val="00F617C3"/>
    <w:rsid w:val="00F70595"/>
    <w:rsid w:val="00F7066B"/>
    <w:rsid w:val="00F70D39"/>
    <w:rsid w:val="00F83B28"/>
    <w:rsid w:val="00F974DA"/>
    <w:rsid w:val="00FA46E5"/>
    <w:rsid w:val="00FB7DBA"/>
    <w:rsid w:val="00FC1C25"/>
    <w:rsid w:val="00FC3F45"/>
    <w:rsid w:val="00FC462E"/>
    <w:rsid w:val="00FC4E1B"/>
    <w:rsid w:val="00FC78D1"/>
    <w:rsid w:val="00FD503F"/>
    <w:rsid w:val="00FD555A"/>
    <w:rsid w:val="00FD7589"/>
    <w:rsid w:val="00FF016A"/>
    <w:rsid w:val="00FF1401"/>
    <w:rsid w:val="00FF5E7D"/>
    <w:rsid w:val="00FF7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C911B9"/>
  </w:style>
  <w:style w:type="character" w:styleId="Odwoaniedokomentarza">
    <w:name w:val="annotation reference"/>
    <w:basedOn w:val="Domylnaczcionkaakapitu"/>
    <w:uiPriority w:val="99"/>
    <w:semiHidden/>
    <w:unhideWhenUsed/>
    <w:rsid w:val="00E666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66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66D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6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6D9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9AFBE-D038-4BAD-BBC7-B7A7E7E11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5</Pages>
  <Words>1164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2019-02-06T12:12:00Z</cp:lastPrinted>
  <dcterms:created xsi:type="dcterms:W3CDTF">2020-02-03T08:04:00Z</dcterms:created>
  <dcterms:modified xsi:type="dcterms:W3CDTF">2025-02-01T15:13:00Z</dcterms:modified>
</cp:coreProperties>
</file>